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Style w:val="TituloPrincipalCar"/>
        </w:rPr>
        <w:alias w:val="Titulo Principal"/>
        <w:tag w:val="Titulo"/>
        <w:id w:val="1961678644"/>
        <w:lock w:val="sdtLocked"/>
        <w:placeholder>
          <w:docPart w:val="1A6E0D98F565429A946B94B9E5DEE200"/>
        </w:placeholder>
        <w15:color w:val="000000"/>
        <w15:appearance w15:val="hidden"/>
      </w:sdtPr>
      <w:sdtEndPr>
        <w:rPr>
          <w:rStyle w:val="TituloPrincipalCar"/>
        </w:rPr>
      </w:sdtEndPr>
      <w:sdtContent>
        <w:p w14:paraId="70E596BD" w14:textId="77777777" w:rsidR="00954AF1" w:rsidRPr="002B3971" w:rsidRDefault="00AD3E17" w:rsidP="002B3971">
          <w:pPr>
            <w:pStyle w:val="TituloPrincipal"/>
            <w:rPr>
              <w:shd w:val="clear" w:color="auto" w:fill="FFFFFF"/>
            </w:rPr>
          </w:pPr>
          <w:r>
            <w:t>Título principal</w:t>
          </w:r>
        </w:p>
      </w:sdtContent>
    </w:sdt>
    <w:sdt>
      <w:sdtPr>
        <w:alias w:val="Subtitulo principal"/>
        <w:tag w:val="subtitulo"/>
        <w:id w:val="-1905056113"/>
        <w:placeholder>
          <w:docPart w:val="A39E63A622FD4F49BE4C296B6116EB86"/>
        </w:placeholder>
        <w15:color w:val="000000"/>
        <w15:appearance w15:val="hidden"/>
      </w:sdtPr>
      <w:sdtEndPr>
        <w:rPr>
          <w:rStyle w:val="subt"/>
          <w:color w:val="auto"/>
          <w:sz w:val="26"/>
        </w:rPr>
      </w:sdtEndPr>
      <w:sdtContent>
        <w:p w14:paraId="32D4BCB5" w14:textId="355F8394" w:rsidR="00AD3E17" w:rsidRDefault="00AD3E17" w:rsidP="00AD3E17">
          <w:pPr>
            <w:pStyle w:val="Subtituloprincipal"/>
            <w:rPr>
              <w:rStyle w:val="subt"/>
            </w:rPr>
          </w:pPr>
          <w:r w:rsidRPr="0046288B">
            <w:t>Main title in English</w:t>
          </w:r>
        </w:p>
      </w:sdtContent>
    </w:sdt>
    <w:p w14:paraId="265842E6" w14:textId="1F31C4F8" w:rsidR="001264DA" w:rsidRPr="004F5DA0" w:rsidRDefault="00AD3E17" w:rsidP="002347FB">
      <w:pPr>
        <w:pStyle w:val="Autores"/>
        <w:rPr>
          <w:rStyle w:val="AutoresCar"/>
          <w:lang w:val="es-MX"/>
        </w:rPr>
      </w:pPr>
      <w:r w:rsidRPr="00AD3E17">
        <w:rPr>
          <w:rStyle w:val="AutoresCar"/>
          <w:lang w:val="en-US"/>
        </w:rPr>
        <w:t xml:space="preserve"> </w:t>
      </w:r>
      <w:sdt>
        <w:sdtPr>
          <w:rPr>
            <w:rStyle w:val="AutoresCar"/>
          </w:rPr>
          <w:alias w:val="Autores"/>
          <w:tag w:val="autores"/>
          <w:id w:val="1465928298"/>
          <w:lock w:val="sdtLocked"/>
          <w:placeholder>
            <w:docPart w:val="1A6E0D98F565429A946B94B9E5DEE200"/>
          </w:placeholder>
          <w15:color w:val="000000"/>
          <w15:appearance w15:val="hidden"/>
        </w:sdtPr>
        <w:sdtEndPr>
          <w:rPr>
            <w:rStyle w:val="AutoresCar"/>
          </w:rPr>
        </w:sdtEndPr>
        <w:sdtContent>
          <w:r w:rsidR="008A490F" w:rsidRPr="005332D0">
            <w:t>Ángel D</w:t>
          </w:r>
          <w:r w:rsidR="00FF0B93" w:rsidRPr="005332D0">
            <w:t>.</w:t>
          </w:r>
          <w:r w:rsidR="008A490F" w:rsidRPr="005332D0">
            <w:t xml:space="preserve"> Amador</w:t>
          </w:r>
          <w:r w:rsidR="00D53C36">
            <w:t xml:space="preserve"> </w:t>
          </w:r>
          <w:r w:rsidR="008A490F" w:rsidRPr="005332D0">
            <w:t>Pérez</w:t>
          </w:r>
          <w:r w:rsidR="00954AF1" w:rsidRPr="005332D0">
            <w:t xml:space="preserve"> </w:t>
          </w:r>
          <w:r w:rsidR="00954AF1" w:rsidRPr="00A458BC">
            <w:rPr>
              <w:vertAlign w:val="superscript"/>
            </w:rPr>
            <w:t>a</w:t>
          </w:r>
          <w:r w:rsidR="00954AF1" w:rsidRPr="005332D0">
            <w:t xml:space="preserve">, </w:t>
          </w:r>
          <w:r w:rsidR="00FF0B93" w:rsidRPr="005332D0">
            <w:t>Luis F.</w:t>
          </w:r>
          <w:r w:rsidR="00954AF1" w:rsidRPr="005332D0">
            <w:t xml:space="preserve"> Baños</w:t>
          </w:r>
          <w:r w:rsidR="00D53C36">
            <w:t xml:space="preserve"> </w:t>
          </w:r>
          <w:r w:rsidR="00954AF1" w:rsidRPr="005332D0">
            <w:t>Escamilla</w:t>
          </w:r>
          <w:r w:rsidR="00323034">
            <w:t xml:space="preserve"> </w:t>
          </w:r>
          <w:r w:rsidR="00D53C36">
            <w:rPr>
              <w:vertAlign w:val="superscript"/>
            </w:rPr>
            <w:t>b</w:t>
          </w:r>
        </w:sdtContent>
      </w:sdt>
    </w:p>
    <w:p w14:paraId="230B2E8C" w14:textId="77777777" w:rsidR="002347FB" w:rsidRPr="0005364D" w:rsidRDefault="002347FB" w:rsidP="002347FB">
      <w:pPr>
        <w:pStyle w:val="Autores"/>
        <w:rPr>
          <w:vertAlign w:val="superscript"/>
        </w:rPr>
      </w:pPr>
      <w:r w:rsidRPr="00F11E3F">
        <w:rPr>
          <w:b/>
          <w:bCs/>
          <w:highlight w:val="yellow"/>
          <w:vertAlign w:val="superscript"/>
        </w:rPr>
        <w:t>NOTA IMPORTANTE</w:t>
      </w:r>
      <w:r w:rsidRPr="00F11E3F">
        <w:rPr>
          <w:highlight w:val="yellow"/>
          <w:vertAlign w:val="superscript"/>
        </w:rPr>
        <w:t>: Para manuscritos evaluados por pares, de acuerdo a la política de sección de la revista o boletín, se deberán omitir el nombre y adscripción de los autores</w:t>
      </w:r>
      <w:r>
        <w:rPr>
          <w:highlight w:val="yellow"/>
          <w:vertAlign w:val="superscript"/>
        </w:rPr>
        <w:t xml:space="preserve"> y colaboradores</w:t>
      </w:r>
      <w:r w:rsidRPr="00F11E3F">
        <w:rPr>
          <w:highlight w:val="yellow"/>
          <w:vertAlign w:val="superscript"/>
        </w:rPr>
        <w:t xml:space="preserve"> hasta la aceptación del mismo</w:t>
      </w:r>
      <w:r>
        <w:rPr>
          <w:highlight w:val="yellow"/>
          <w:vertAlign w:val="superscript"/>
        </w:rPr>
        <w:t>;</w:t>
      </w:r>
      <w:r w:rsidRPr="00F11E3F">
        <w:rPr>
          <w:highlight w:val="yellow"/>
          <w:vertAlign w:val="superscript"/>
        </w:rPr>
        <w:t xml:space="preserve"> sin embargo, en la carta al editor solicitando revisión, debe colocar el nombre y adscripción de los autore</w:t>
      </w:r>
      <w:r>
        <w:rPr>
          <w:highlight w:val="yellow"/>
          <w:vertAlign w:val="superscript"/>
        </w:rPr>
        <w:t>s y colaboradores.</w:t>
      </w:r>
      <w:r w:rsidRPr="00F11E3F">
        <w:rPr>
          <w:highlight w:val="yellow"/>
          <w:vertAlign w:val="superscript"/>
        </w:rPr>
        <w:t xml:space="preserve"> El número de autores no deberá exceder de 6 personas.</w:t>
      </w:r>
    </w:p>
    <w:sdt>
      <w:sdtPr>
        <w:rPr>
          <w:sz w:val="19"/>
          <w:szCs w:val="19"/>
          <w:lang w:val="en-US"/>
        </w:rPr>
        <w:id w:val="1906260065"/>
        <w:lock w:val="sdtContentLocked"/>
        <w:placeholder>
          <w:docPart w:val="1A6E0D98F565429A946B94B9E5DEE200"/>
        </w:placeholder>
        <w15:color w:val="000000"/>
      </w:sdtPr>
      <w:sdtEndPr/>
      <w:sdtContent>
        <w:p w14:paraId="7F058526" w14:textId="77777777" w:rsidR="004133CA" w:rsidRPr="004F5DA0" w:rsidRDefault="0078580E">
          <w:pPr>
            <w:pStyle w:val="icsmabstracttitle"/>
            <w:pBdr>
              <w:top w:val="single" w:sz="4" w:space="1" w:color="auto"/>
            </w:pBdr>
            <w:outlineLvl w:val="0"/>
            <w:rPr>
              <w:sz w:val="19"/>
              <w:szCs w:val="19"/>
              <w:lang w:val="es-MX"/>
            </w:rPr>
          </w:pPr>
          <w:r w:rsidRPr="002B3971">
            <w:rPr>
              <w:sz w:val="19"/>
              <w:szCs w:val="19"/>
              <w:lang w:val="en-US"/>
            </w:rPr>
            <w:t>Abstract:</w:t>
          </w:r>
        </w:p>
      </w:sdtContent>
    </w:sdt>
    <w:sdt>
      <w:sdtPr>
        <w:rPr>
          <w:rStyle w:val="Resumen-AbstractCar"/>
        </w:rPr>
        <w:alias w:val="Abstract"/>
        <w:tag w:val="abstract"/>
        <w:id w:val="-3444342"/>
        <w:lock w:val="sdtLocked"/>
        <w:placeholder>
          <w:docPart w:val="1A6E0D98F565429A946B94B9E5DEE200"/>
        </w:placeholder>
        <w15:color w:val="000000"/>
        <w15:appearance w15:val="hidden"/>
      </w:sdtPr>
      <w:sdtEndPr>
        <w:rPr>
          <w:rStyle w:val="Resumen-AbstractCar"/>
        </w:rPr>
      </w:sdtEndPr>
      <w:sdtContent>
        <w:p w14:paraId="11D21046" w14:textId="77777777" w:rsidR="008A490F" w:rsidRPr="008A490F" w:rsidRDefault="00C81029" w:rsidP="008A490F">
          <w:pPr>
            <w:pStyle w:val="Resumen-Abstract"/>
            <w:rPr>
              <w:shd w:val="clear" w:color="auto" w:fill="FFFFFF"/>
              <w:lang w:val="es-MX"/>
            </w:rPr>
          </w:pPr>
          <w:r w:rsidRPr="00467CD2">
            <w:t xml:space="preserve">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w:t>
          </w:r>
          <w:r w:rsidRPr="00E10BFD">
            <w:rPr>
              <w:lang w:val="es-MX"/>
            </w:rPr>
            <w:t>Diam fringilla mi malesuada sagittis nisl metus pharetra justo habitant a dictum mollis, potenti proin nisi viverra ultrices libero congue dignissim laoreet nostra neque.</w:t>
          </w:r>
        </w:p>
      </w:sdtContent>
    </w:sdt>
    <w:sdt>
      <w:sdtPr>
        <w:rPr>
          <w:b/>
          <w:i/>
          <w:sz w:val="19"/>
          <w:szCs w:val="19"/>
        </w:rPr>
        <w:id w:val="573627470"/>
        <w:lock w:val="sdtContentLocked"/>
        <w:placeholder>
          <w:docPart w:val="1A6E0D98F565429A946B94B9E5DEE200"/>
        </w:placeholder>
        <w15:color w:val="000000"/>
        <w15:appearance w15:val="hidden"/>
      </w:sdtPr>
      <w:sdtEndPr/>
      <w:sdtContent>
        <w:p w14:paraId="42C6FE82" w14:textId="77777777" w:rsidR="0078580E" w:rsidRPr="008A490F" w:rsidRDefault="0078580E" w:rsidP="008A490F">
          <w:pPr>
            <w:rPr>
              <w:b/>
              <w:i/>
              <w:sz w:val="19"/>
              <w:szCs w:val="19"/>
            </w:rPr>
          </w:pPr>
          <w:r w:rsidRPr="008A490F">
            <w:rPr>
              <w:b/>
              <w:i/>
              <w:sz w:val="19"/>
              <w:szCs w:val="19"/>
            </w:rPr>
            <w:t>Keywords</w:t>
          </w:r>
          <w:r w:rsidR="00626B66" w:rsidRPr="008A490F">
            <w:rPr>
              <w:b/>
              <w:i/>
              <w:sz w:val="19"/>
              <w:szCs w:val="19"/>
            </w:rPr>
            <w:t>:</w:t>
          </w:r>
          <w:r w:rsidR="003E7B4F" w:rsidRPr="008A490F">
            <w:rPr>
              <w:b/>
              <w:i/>
              <w:sz w:val="19"/>
              <w:szCs w:val="19"/>
            </w:rPr>
            <w:t xml:space="preserve"> </w:t>
          </w:r>
        </w:p>
      </w:sdtContent>
    </w:sdt>
    <w:sdt>
      <w:sdtPr>
        <w:rPr>
          <w:rStyle w:val="Palabrasclave-KeywordsCar"/>
        </w:rPr>
        <w:alias w:val="Keywords"/>
        <w:tag w:val="keywords"/>
        <w:id w:val="-1584293775"/>
        <w:lock w:val="sdtLocked"/>
        <w:placeholder>
          <w:docPart w:val="1A6E0D98F565429A946B94B9E5DEE200"/>
        </w:placeholder>
        <w15:color w:val="000000"/>
        <w15:appearance w15:val="hidden"/>
      </w:sdtPr>
      <w:sdtEndPr>
        <w:rPr>
          <w:rStyle w:val="Palabrasclave-KeywordsCar"/>
          <w:rFonts w:eastAsia="Calibri"/>
        </w:rPr>
      </w:sdtEndPr>
      <w:sdtContent>
        <w:p w14:paraId="671E9A17" w14:textId="77777777" w:rsidR="00861EED" w:rsidRPr="00861EED" w:rsidRDefault="008A490F" w:rsidP="003452BD">
          <w:pPr>
            <w:pStyle w:val="Palabrasclave-Keywords"/>
            <w:spacing w:line="360" w:lineRule="auto"/>
            <w:jc w:val="left"/>
            <w:rPr>
              <w:rFonts w:eastAsia="Calibri"/>
              <w:sz w:val="19"/>
              <w:szCs w:val="19"/>
              <w:lang w:val="en"/>
            </w:rPr>
          </w:pPr>
          <w:r w:rsidRPr="00467CD2">
            <w:t>Lorem, ipsum, dolor, sit, amet</w:t>
          </w:r>
          <w:r w:rsidR="0078580E" w:rsidRPr="00467CD2">
            <w:rPr>
              <w:rFonts w:eastAsia="Calibri"/>
            </w:rPr>
            <w:t xml:space="preserve"> </w:t>
          </w:r>
        </w:p>
      </w:sdtContent>
    </w:sdt>
    <w:sdt>
      <w:sdtPr>
        <w:rPr>
          <w:sz w:val="19"/>
          <w:szCs w:val="19"/>
          <w:lang w:val="en"/>
        </w:rPr>
        <w:id w:val="674698404"/>
        <w:lock w:val="sdtContentLocked"/>
        <w:placeholder>
          <w:docPart w:val="1A6E0D98F565429A946B94B9E5DEE200"/>
        </w:placeholder>
        <w15:color w:val="000000"/>
        <w15:appearance w15:val="hidden"/>
      </w:sdtPr>
      <w:sdtEndPr/>
      <w:sdtContent>
        <w:p w14:paraId="1C0A4E88" w14:textId="77777777" w:rsidR="001264DA" w:rsidRPr="00C81029" w:rsidRDefault="0078580E" w:rsidP="001264DA">
          <w:pPr>
            <w:pStyle w:val="icsmabstracttitle"/>
            <w:pBdr>
              <w:top w:val="single" w:sz="4" w:space="1" w:color="auto"/>
            </w:pBdr>
            <w:outlineLvl w:val="0"/>
            <w:rPr>
              <w:sz w:val="19"/>
              <w:szCs w:val="19"/>
              <w:lang w:val="en"/>
            </w:rPr>
          </w:pPr>
          <w:r w:rsidRPr="00C81029">
            <w:rPr>
              <w:sz w:val="19"/>
              <w:szCs w:val="19"/>
              <w:lang w:val="en"/>
            </w:rPr>
            <w:t>Resumen:</w:t>
          </w:r>
        </w:p>
      </w:sdtContent>
    </w:sdt>
    <w:sdt>
      <w:sdtPr>
        <w:rPr>
          <w:rStyle w:val="Resumen-AbstractCar"/>
        </w:rPr>
        <w:alias w:val="Resumen"/>
        <w:tag w:val="resumen"/>
        <w:id w:val="703607739"/>
        <w:lock w:val="sdtLocked"/>
        <w:placeholder>
          <w:docPart w:val="1A6E0D98F565429A946B94B9E5DEE200"/>
        </w:placeholder>
        <w15:appearance w15:val="hidden"/>
      </w:sdtPr>
      <w:sdtEndPr>
        <w:rPr>
          <w:rStyle w:val="Resumen-AbstractCar"/>
        </w:rPr>
      </w:sdtEndPr>
      <w:sdtContent>
        <w:p w14:paraId="527379A4" w14:textId="77777777" w:rsidR="00C81029" w:rsidRPr="00C81029" w:rsidRDefault="00C81029" w:rsidP="00C81029">
          <w:pPr>
            <w:pStyle w:val="Resumen-Abstract"/>
            <w:rPr>
              <w:shd w:val="clear" w:color="auto" w:fill="FFFFFF"/>
              <w:lang w:val="es-MX"/>
            </w:rPr>
          </w:pPr>
          <w:r w:rsidRPr="00467CD2">
            <w:t xml:space="preserve">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w:t>
          </w:r>
          <w:r w:rsidRPr="00E10BFD">
            <w:rPr>
              <w:lang w:val="es-MX"/>
            </w:rPr>
            <w:t>Diam fringilla mi malesuada sagittis nisl metus pharetra justo habitant a dictum mollis, potenti proin nisi viverra ultrices libero congue dignissim laoreet nostra neque.</w:t>
          </w:r>
        </w:p>
      </w:sdtContent>
    </w:sdt>
    <w:sdt>
      <w:sdtPr>
        <w:rPr>
          <w:b/>
          <w:i/>
          <w:sz w:val="19"/>
          <w:szCs w:val="19"/>
          <w:lang w:val="es-MX"/>
        </w:rPr>
        <w:id w:val="-784040551"/>
        <w:lock w:val="sdtContentLocked"/>
        <w:placeholder>
          <w:docPart w:val="1A6E0D98F565429A946B94B9E5DEE200"/>
        </w:placeholder>
        <w15:color w:val="000000"/>
        <w15:appearance w15:val="hidden"/>
      </w:sdtPr>
      <w:sdtEndPr>
        <w:rPr>
          <w:b w:val="0"/>
        </w:rPr>
      </w:sdtEndPr>
      <w:sdtContent>
        <w:p w14:paraId="330E784C" w14:textId="77777777" w:rsidR="0078580E" w:rsidRDefault="0078580E" w:rsidP="003452BD">
          <w:pPr>
            <w:pStyle w:val="icsmkeywords"/>
            <w:jc w:val="left"/>
            <w:rPr>
              <w:i/>
              <w:sz w:val="19"/>
              <w:szCs w:val="19"/>
              <w:lang w:val="es-MX"/>
            </w:rPr>
          </w:pPr>
          <w:r w:rsidRPr="0078580E">
            <w:rPr>
              <w:b/>
              <w:i/>
              <w:sz w:val="19"/>
              <w:szCs w:val="19"/>
              <w:lang w:val="es-MX"/>
            </w:rPr>
            <w:t>Palabras Clave</w:t>
          </w:r>
          <w:r w:rsidR="001264DA" w:rsidRPr="0078580E">
            <w:rPr>
              <w:i/>
              <w:sz w:val="19"/>
              <w:szCs w:val="19"/>
              <w:lang w:val="es-MX"/>
            </w:rPr>
            <w:t xml:space="preserve">: </w:t>
          </w:r>
        </w:p>
      </w:sdtContent>
    </w:sdt>
    <w:sdt>
      <w:sdtPr>
        <w:rPr>
          <w:rStyle w:val="Palabrasclave-KeywordsCar"/>
        </w:rPr>
        <w:alias w:val="palabras clave"/>
        <w:tag w:val="palabras clave"/>
        <w:id w:val="1971698391"/>
        <w:lock w:val="sdtLocked"/>
        <w:placeholder>
          <w:docPart w:val="1A6E0D98F565429A946B94B9E5DEE200"/>
        </w:placeholder>
        <w15:color w:val="000000"/>
        <w15:appearance w15:val="hidden"/>
      </w:sdtPr>
      <w:sdtEndPr>
        <w:rPr>
          <w:rStyle w:val="Palabrasclave-KeywordsCar"/>
        </w:rPr>
      </w:sdtEndPr>
      <w:sdtContent>
        <w:p w14:paraId="4D29CEC8" w14:textId="77777777" w:rsidR="008A490F" w:rsidRPr="00E10BFD" w:rsidRDefault="008A490F" w:rsidP="003452BD">
          <w:pPr>
            <w:pStyle w:val="Palabrasclave-Keywords"/>
            <w:rPr>
              <w:lang w:val="en-US"/>
            </w:rPr>
          </w:pPr>
          <w:r w:rsidRPr="00E10BFD">
            <w:rPr>
              <w:lang w:val="en-US"/>
            </w:rPr>
            <w:t>Lorem, ipsum, dolor, sit,amet</w:t>
          </w:r>
        </w:p>
      </w:sdtContent>
    </w:sdt>
    <w:p w14:paraId="57EE99F5" w14:textId="77777777" w:rsidR="004133CA" w:rsidRPr="00E10BFD" w:rsidRDefault="004133CA" w:rsidP="003452BD">
      <w:pPr>
        <w:pBdr>
          <w:bottom w:val="single" w:sz="4" w:space="1" w:color="auto"/>
        </w:pBdr>
        <w:spacing w:after="200"/>
        <w:jc w:val="both"/>
        <w:rPr>
          <w:lang w:val="en-US"/>
        </w:rPr>
      </w:pPr>
    </w:p>
    <w:sdt>
      <w:sdtPr>
        <w:rPr>
          <w:rStyle w:val="ContenidoCar"/>
        </w:rPr>
        <w:alias w:val="Contenido"/>
        <w:tag w:val="contenido"/>
        <w:id w:val="-1721738898"/>
        <w:lock w:val="sdtLocked"/>
        <w:placeholder>
          <w:docPart w:val="1A6E0D98F565429A946B94B9E5DEE200"/>
        </w:placeholder>
        <w15:color w:val="000000"/>
        <w15:appearance w15:val="hidden"/>
      </w:sdtPr>
      <w:sdtEndPr>
        <w:rPr>
          <w:rStyle w:val="ContenidoCar"/>
        </w:rPr>
      </w:sdtEndPr>
      <w:sdtContent>
        <w:p w14:paraId="77953AE5" w14:textId="77777777" w:rsidR="004133CA" w:rsidRPr="005332D0" w:rsidRDefault="004133CA" w:rsidP="008852E8">
          <w:pPr>
            <w:pStyle w:val="Contenido"/>
            <w:rPr>
              <w:rStyle w:val="ContenidoCar"/>
            </w:rPr>
            <w:sectPr w:rsidR="004133CA" w:rsidRPr="005332D0" w:rsidSect="007B6518">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446" w:right="913" w:bottom="1627" w:left="913" w:header="720" w:footer="720" w:gutter="0"/>
              <w:pgNumType w:start="1"/>
              <w:cols w:space="480"/>
              <w:titlePg/>
              <w:docGrid w:linePitch="272"/>
            </w:sectPr>
          </w:pPr>
        </w:p>
        <w:p w14:paraId="33015CCD" w14:textId="77777777" w:rsidR="00782DBC" w:rsidRPr="00B3340F" w:rsidRDefault="008852E8" w:rsidP="008852E8">
          <w:pPr>
            <w:pStyle w:val="Ttuloscontenido"/>
            <w:rPr>
              <w:lang w:val="es-MX"/>
            </w:rPr>
          </w:pPr>
          <w:r w:rsidRPr="00B3340F">
            <w:rPr>
              <w:lang w:val="es-MX"/>
            </w:rPr>
            <w:t xml:space="preserve">1. </w:t>
          </w:r>
          <w:r w:rsidR="00AD3E17" w:rsidRPr="00B3340F">
            <w:rPr>
              <w:lang w:val="es-MX"/>
            </w:rPr>
            <w:t>Introducción</w:t>
          </w:r>
        </w:p>
        <w:p w14:paraId="5651F6D1" w14:textId="77777777" w:rsidR="00782DBC" w:rsidRPr="008852E8" w:rsidRDefault="00E1314D" w:rsidP="008852E8">
          <w:pPr>
            <w:pStyle w:val="Contenido"/>
            <w:rPr>
              <w:rStyle w:val="ContenidoCar"/>
            </w:rPr>
          </w:pPr>
          <w:r w:rsidRPr="005332D0">
            <w:rPr>
              <w:rStyle w:val="ContenidoCar"/>
            </w:rPr>
            <w:t xml:space="preserve">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w:t>
          </w:r>
          <w:r w:rsidRPr="00E10BFD">
            <w:rPr>
              <w:rStyle w:val="ContenidoCar"/>
            </w:rPr>
            <w:t>Diam fringilla mi malesuada sagittis nisl metus pharetra justo habitant a dictum mollis, potenti proin nisi viverra ultrices libero congue dignissim laoreet nostra neque</w:t>
          </w:r>
          <w:r w:rsidR="008852E8">
            <w:rPr>
              <w:rStyle w:val="ContenidoCar"/>
            </w:rPr>
            <w:t xml:space="preserve"> [1, 2</w:t>
          </w:r>
          <w:r w:rsidR="003C1087">
            <w:rPr>
              <w:rStyle w:val="ContenidoCar"/>
            </w:rPr>
            <w:t>]</w:t>
          </w:r>
          <w:r w:rsidRPr="00E10BFD">
            <w:rPr>
              <w:rStyle w:val="ContenidoCar"/>
            </w:rPr>
            <w:t>.</w:t>
          </w:r>
          <w:r w:rsidR="00782DBC" w:rsidRPr="008852E8">
            <w:rPr>
              <w:rStyle w:val="ContenidoCar"/>
            </w:rPr>
            <w:t xml:space="preserve"> </w:t>
          </w:r>
        </w:p>
        <w:p w14:paraId="2176A1AB" w14:textId="77777777" w:rsidR="00782DBC" w:rsidRPr="005332D0" w:rsidRDefault="00E1314D" w:rsidP="008852E8">
          <w:pPr>
            <w:pStyle w:val="Contenido"/>
            <w:rPr>
              <w:rStyle w:val="ContenidoCar"/>
            </w:rPr>
          </w:pPr>
          <w:r w:rsidRPr="00B3340F">
            <w:rPr>
              <w:rStyle w:val="ContenidoCar"/>
              <w:lang w:val="en-US"/>
            </w:rPr>
            <w:t xml:space="preserve">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w:t>
          </w:r>
          <w:r w:rsidRPr="00E10BFD">
            <w:rPr>
              <w:rStyle w:val="ContenidoCar"/>
            </w:rPr>
            <w:t>Diam fringilla mi malesuada sagittis nisl metus pharetra justo habitant a dictum mollis, potenti proin nisi viverra ultrices libero congue dignissim laoreet nostra neque</w:t>
          </w:r>
          <w:r w:rsidR="003C1087">
            <w:rPr>
              <w:rStyle w:val="ContenidoCar"/>
            </w:rPr>
            <w:t xml:space="preserve"> [3-5].</w:t>
          </w:r>
        </w:p>
        <w:p w14:paraId="5F24EC9E" w14:textId="77777777" w:rsidR="00782DBC" w:rsidRPr="005332D0" w:rsidRDefault="00E1314D" w:rsidP="008852E8">
          <w:pPr>
            <w:pStyle w:val="Contenido"/>
            <w:rPr>
              <w:rStyle w:val="ContenidoCar"/>
            </w:rPr>
          </w:pPr>
          <w:r w:rsidRPr="003C1087">
            <w:rPr>
              <w:rStyle w:val="ContenidoCar"/>
              <w:lang w:val="en-US"/>
            </w:rPr>
            <w:t xml:space="preserve">Lorem ipsum dolor sit amet consectetur adipiscing elit volutpat, ultricies in primis mollis enim lobortis </w:t>
          </w:r>
          <w:r w:rsidRPr="003C1087">
            <w:rPr>
              <w:rStyle w:val="ContenidoCar"/>
              <w:lang w:val="en-US"/>
            </w:rPr>
            <w:lastRenderedPageBreak/>
            <w:t xml:space="preserve">morbi sodales, praesent nisi nec cubilia integer congue feugiat. </w:t>
          </w:r>
          <w:r w:rsidRPr="00B3340F">
            <w:rPr>
              <w:rStyle w:val="ContenidoCar"/>
              <w:lang w:val="en-US"/>
            </w:rPr>
            <w:t xml:space="preserve">Quis at blandit erat nisl lacus turpis vehicula penatibus integer tristique felis taciti, natoque praesent congue morbi vel convallis posuere augue conubia primis fusce. </w:t>
          </w:r>
          <w:r w:rsidRPr="00E10BFD">
            <w:rPr>
              <w:rStyle w:val="ContenidoCar"/>
            </w:rPr>
            <w:t>Diam fringilla mi malesuada sagittis nisl metus pharetra justo habitant a dictum mollis, potenti proin nisi viverra ultrices libero congue dignissim laoreet nostra neque</w:t>
          </w:r>
          <w:r w:rsidR="008852E8">
            <w:rPr>
              <w:rStyle w:val="ContenidoCar"/>
            </w:rPr>
            <w:t xml:space="preserve"> [6</w:t>
          </w:r>
          <w:r w:rsidR="00B3340F">
            <w:rPr>
              <w:rStyle w:val="ContenidoCar"/>
            </w:rPr>
            <w:t>-12</w:t>
          </w:r>
          <w:r w:rsidR="003C1087">
            <w:rPr>
              <w:rStyle w:val="ContenidoCar"/>
            </w:rPr>
            <w:t>]</w:t>
          </w:r>
          <w:r w:rsidRPr="00E10BFD">
            <w:rPr>
              <w:rStyle w:val="ContenidoCar"/>
            </w:rPr>
            <w:t>.</w:t>
          </w:r>
        </w:p>
        <w:p w14:paraId="26965EE3" w14:textId="77777777" w:rsidR="00782DBC" w:rsidRPr="008852E8" w:rsidRDefault="00E1314D" w:rsidP="008852E8">
          <w:pPr>
            <w:pStyle w:val="Contenido"/>
            <w:rPr>
              <w:rStyle w:val="ContenidoCar"/>
            </w:rPr>
          </w:pPr>
          <w:r w:rsidRPr="00B3340F">
            <w:rPr>
              <w:rStyle w:val="ContenidoCar"/>
              <w:lang w:val="en-US"/>
            </w:rPr>
            <w:t xml:space="preserve">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w:t>
          </w:r>
          <w:r w:rsidRPr="00E10BFD">
            <w:rPr>
              <w:rStyle w:val="ContenidoCar"/>
            </w:rPr>
            <w:t>Diam fringilla mi malesuada sagittis nisl metus pharetra justo habitant a dictum mollis, potenti proin nisi viverra ultrices libero congue dignissim laoreet nostra neque</w:t>
          </w:r>
          <w:r w:rsidR="008852E8">
            <w:rPr>
              <w:rStyle w:val="ContenidoCar"/>
            </w:rPr>
            <w:t xml:space="preserve"> [8].</w:t>
          </w:r>
        </w:p>
        <w:p w14:paraId="71C2FD1C" w14:textId="77777777" w:rsidR="00782DBC" w:rsidRPr="008852E8" w:rsidRDefault="00782DBC" w:rsidP="008852E8">
          <w:pPr>
            <w:pStyle w:val="Contenido"/>
            <w:rPr>
              <w:rStyle w:val="ContenidoCar"/>
            </w:rPr>
          </w:pPr>
        </w:p>
        <w:p w14:paraId="6075026C" w14:textId="77777777" w:rsidR="00782DBC" w:rsidRPr="00B3340F" w:rsidRDefault="008852E8" w:rsidP="008852E8">
          <w:pPr>
            <w:pStyle w:val="Ttuloscontenido"/>
            <w:rPr>
              <w:lang w:val="es-MX"/>
            </w:rPr>
          </w:pPr>
          <w:r w:rsidRPr="00B3340F">
            <w:rPr>
              <w:lang w:val="es-MX"/>
            </w:rPr>
            <w:t>2. Materiales y metodos</w:t>
          </w:r>
        </w:p>
        <w:p w14:paraId="03EACEC4" w14:textId="77777777" w:rsidR="00782DBC" w:rsidRPr="005332D0" w:rsidRDefault="00E1314D" w:rsidP="008852E8">
          <w:pPr>
            <w:pStyle w:val="Contenido"/>
            <w:rPr>
              <w:rStyle w:val="ContenidoCar"/>
            </w:rPr>
          </w:pPr>
          <w:r w:rsidRPr="005332D0">
            <w:rPr>
              <w:rStyle w:val="ContenidoCar"/>
            </w:rPr>
            <w:t>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Diam fringilla mi malesuada sagittis nisl metus pharetra justo habitant a dictum mollis, potenti proin nisi viverra ultrices libero congue dignissim laoreet nostra neque</w:t>
          </w:r>
          <w:r w:rsidR="008852E8">
            <w:rPr>
              <w:rStyle w:val="ContenidoCar"/>
            </w:rPr>
            <w:t xml:space="preserve"> [9]</w:t>
          </w:r>
          <w:r w:rsidRPr="005332D0">
            <w:rPr>
              <w:rStyle w:val="ContenidoCar"/>
            </w:rPr>
            <w:t>.</w:t>
          </w:r>
        </w:p>
        <w:p w14:paraId="620AED66" w14:textId="77777777" w:rsidR="00782DBC" w:rsidRPr="00B3340F" w:rsidRDefault="00C81029" w:rsidP="008852E8">
          <w:pPr>
            <w:pStyle w:val="Contenido"/>
            <w:rPr>
              <w:rStyle w:val="ContenidoCar"/>
            </w:rPr>
          </w:pPr>
          <w:r w:rsidRPr="005332D0">
            <w:rPr>
              <w:rStyle w:val="ContenidoCar"/>
              <w:noProof/>
            </w:rPr>
            <w:drawing>
              <wp:anchor distT="0" distB="0" distL="114300" distR="114300" simplePos="0" relativeHeight="251659264" behindDoc="0" locked="0" layoutInCell="1" allowOverlap="1" wp14:anchorId="7DD506C3" wp14:editId="707174D4">
                <wp:simplePos x="0" y="0"/>
                <wp:positionH relativeFrom="margin">
                  <wp:align>left</wp:align>
                </wp:positionH>
                <wp:positionV relativeFrom="paragraph">
                  <wp:posOffset>219710</wp:posOffset>
                </wp:positionV>
                <wp:extent cx="3053080" cy="1979930"/>
                <wp:effectExtent l="0" t="38100" r="0" b="0"/>
                <wp:wrapSquare wrapText="bothSides"/>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14:paraId="584244BC" w14:textId="77777777" w:rsidR="009A7EB2" w:rsidRPr="005332D0" w:rsidRDefault="00782DBC" w:rsidP="008852E8">
          <w:pPr>
            <w:pStyle w:val="PiedeFoto"/>
            <w:rPr>
              <w:rStyle w:val="ContenidoCar"/>
            </w:rPr>
          </w:pPr>
          <w:r w:rsidRPr="008852E8">
            <w:rPr>
              <w:rStyle w:val="ContenidoCar"/>
              <w:i w:val="0"/>
              <w:iCs/>
            </w:rPr>
            <w:t>Figure 1.</w:t>
          </w:r>
          <w:r w:rsidRPr="005332D0">
            <w:rPr>
              <w:rStyle w:val="ContenidoCar"/>
            </w:rPr>
            <w:t xml:space="preserve"> </w:t>
          </w:r>
          <w:r w:rsidR="00C81029" w:rsidRPr="008852E8">
            <w:rPr>
              <w:rStyle w:val="ContenidoCar"/>
              <w:b w:val="0"/>
              <w:bCs w:val="0"/>
              <w:i w:val="0"/>
              <w:iCs/>
            </w:rPr>
            <w:t>Lorem ipsum dolor sit amet consectetur adipiscing elit volutpat</w:t>
          </w:r>
        </w:p>
        <w:p w14:paraId="0153C29B" w14:textId="77777777" w:rsidR="00C81029" w:rsidRPr="00B3340F" w:rsidRDefault="00C81029" w:rsidP="008852E8">
          <w:pPr>
            <w:pStyle w:val="Contenido"/>
            <w:rPr>
              <w:rStyle w:val="ContenidoCar"/>
              <w:lang w:val="en-US"/>
            </w:rPr>
          </w:pPr>
        </w:p>
        <w:p w14:paraId="055D73C7" w14:textId="77777777" w:rsidR="00671AE0" w:rsidRPr="00B3340F" w:rsidRDefault="00C81029" w:rsidP="008852E8">
          <w:pPr>
            <w:pStyle w:val="Contenido"/>
            <w:rPr>
              <w:rStyle w:val="ContenidoCar"/>
              <w:lang w:val="en-US"/>
            </w:rPr>
          </w:pPr>
          <w:r w:rsidRPr="00B3340F">
            <w:rPr>
              <w:rStyle w:val="ContenidoCar"/>
              <w:lang w:val="en-US"/>
            </w:rPr>
            <w:t xml:space="preserve">Lorem ipsum dolor sit amet consectetur adipiscing elit volutpat, ultricies in primis mollis enim lobortis morbi </w:t>
          </w:r>
        </w:p>
        <w:p w14:paraId="6D2F46FF" w14:textId="77777777" w:rsidR="008852E8" w:rsidRPr="00AD3E17" w:rsidRDefault="008852E8" w:rsidP="008852E8">
          <w:pPr>
            <w:pStyle w:val="Ttuloscontenido"/>
          </w:pPr>
          <w:r>
            <w:t>3. Resultados</w:t>
          </w:r>
        </w:p>
        <w:p w14:paraId="49C3A8B1" w14:textId="77777777" w:rsidR="008852E8" w:rsidRPr="008852E8" w:rsidRDefault="008852E8" w:rsidP="008852E8">
          <w:pPr>
            <w:pStyle w:val="Contenido"/>
            <w:rPr>
              <w:rStyle w:val="ContenidoCar"/>
            </w:rPr>
          </w:pPr>
          <w:r w:rsidRPr="00B3340F">
            <w:rPr>
              <w:rStyle w:val="ContenidoCar"/>
              <w:lang w:val="en-US"/>
            </w:rPr>
            <w:t xml:space="preserve">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w:t>
          </w:r>
          <w:r w:rsidRPr="005332D0">
            <w:rPr>
              <w:rStyle w:val="ContenidoCar"/>
            </w:rPr>
            <w:t>Diam fringilla mi malesuada sagittis nisl metus pharetra justo habitant a dictum mollis, potenti proin nisi viverra ultrices libero congue dignissim laoreet nostra neque</w:t>
          </w:r>
          <w:r>
            <w:rPr>
              <w:rStyle w:val="ContenidoCar"/>
            </w:rPr>
            <w:t xml:space="preserve"> [9]</w:t>
          </w:r>
          <w:r w:rsidRPr="005332D0">
            <w:rPr>
              <w:rStyle w:val="ContenidoCar"/>
            </w:rPr>
            <w:t>.</w:t>
          </w:r>
        </w:p>
        <w:p w14:paraId="722B7939" w14:textId="77777777" w:rsidR="00B9241B" w:rsidRPr="00B9241B" w:rsidRDefault="00AB413A" w:rsidP="008852E8">
          <w:pPr>
            <w:pStyle w:val="Contenido"/>
            <w:rPr>
              <w:lang w:val="en-US"/>
            </w:rPr>
          </w:pPr>
        </w:p>
      </w:sdtContent>
    </w:sdt>
    <w:p w14:paraId="08D66144" w14:textId="77777777" w:rsidR="00D87A3D" w:rsidRPr="00B9241B" w:rsidRDefault="00D87A3D" w:rsidP="00D87A3D">
      <w:pPr>
        <w:pStyle w:val="HTMLconformatoprevio"/>
        <w:shd w:val="clear" w:color="auto" w:fill="FFFFFF"/>
        <w:contextualSpacing/>
        <w:jc w:val="both"/>
        <w:rPr>
          <w:rFonts w:ascii="Times New Roman" w:eastAsiaTheme="minorHAnsi" w:hAnsi="Times New Roman" w:cs="Times New Roman"/>
          <w:b/>
          <w:color w:val="212121"/>
          <w:sz w:val="19"/>
          <w:szCs w:val="19"/>
          <w:shd w:val="clear" w:color="auto" w:fill="FFFFFF"/>
          <w:lang w:val="en-US" w:eastAsia="en-US"/>
        </w:rPr>
      </w:pPr>
    </w:p>
    <w:sdt>
      <w:sdtPr>
        <w:rPr>
          <w:rFonts w:ascii="Times New Roman" w:eastAsiaTheme="minorHAnsi" w:hAnsi="Times New Roman"/>
          <w:b w:val="0"/>
          <w:sz w:val="16"/>
          <w:szCs w:val="16"/>
          <w:shd w:val="clear" w:color="auto" w:fill="FFFFFF"/>
          <w:lang w:val="es-MX"/>
        </w:rPr>
        <w:alias w:val="Referencias"/>
        <w:tag w:val="Referencias"/>
        <w:id w:val="456840290"/>
        <w:lock w:val="sdtLocked"/>
        <w:placeholder>
          <w:docPart w:val="1A6E0D98F565429A946B94B9E5DEE200"/>
        </w:placeholder>
        <w15:color w:val="000000"/>
        <w15:appearance w15:val="hidden"/>
      </w:sdtPr>
      <w:sdtEndPr>
        <w:rPr>
          <w:rFonts w:eastAsia="Times New Roman"/>
          <w:shd w:val="clear" w:color="auto" w:fill="auto"/>
          <w:lang w:val="es-ES"/>
        </w:rPr>
      </w:sdtEndPr>
      <w:sdtContent>
        <w:p w14:paraId="235E345D" w14:textId="77777777" w:rsidR="00853836" w:rsidRDefault="00853836" w:rsidP="008852E8">
          <w:pPr>
            <w:pStyle w:val="Ttuloscontenido"/>
            <w:rPr>
              <w:rFonts w:eastAsiaTheme="minorHAnsi"/>
              <w:shd w:val="clear" w:color="auto" w:fill="FFFFFF"/>
              <w:lang w:val="es-MX"/>
            </w:rPr>
          </w:pPr>
        </w:p>
        <w:p w14:paraId="700B9246" w14:textId="77777777" w:rsidR="008852E8" w:rsidRPr="00B3340F" w:rsidRDefault="008852E8" w:rsidP="008852E8">
          <w:pPr>
            <w:pStyle w:val="Ttuloscontenido"/>
            <w:rPr>
              <w:lang w:val="es-MX"/>
            </w:rPr>
          </w:pPr>
          <w:r w:rsidRPr="00B3340F">
            <w:rPr>
              <w:lang w:val="es-MX"/>
            </w:rPr>
            <w:t>4. Discusión</w:t>
          </w:r>
        </w:p>
        <w:p w14:paraId="06F77401" w14:textId="77777777" w:rsidR="008852E8" w:rsidRDefault="008852E8" w:rsidP="008852E8">
          <w:pPr>
            <w:pStyle w:val="Contenido"/>
            <w:rPr>
              <w:rStyle w:val="ContenidoCar"/>
            </w:rPr>
          </w:pPr>
          <w:r w:rsidRPr="005332D0">
            <w:rPr>
              <w:rStyle w:val="ContenidoCar"/>
            </w:rPr>
            <w:t>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Diam fringilla mi malesuada sagittis nisl metus pharetra justo habitant a dictum mollis, potenti proin nisi viverra ultrices libero congue dignissim laoreet nostra neque</w:t>
          </w:r>
          <w:r>
            <w:rPr>
              <w:rStyle w:val="ContenidoCar"/>
            </w:rPr>
            <w:t xml:space="preserve"> [9]</w:t>
          </w:r>
          <w:r w:rsidRPr="005332D0">
            <w:rPr>
              <w:rStyle w:val="ContenidoCar"/>
            </w:rPr>
            <w:t>.</w:t>
          </w:r>
        </w:p>
        <w:p w14:paraId="5E2A057B" w14:textId="77777777" w:rsidR="008852E8" w:rsidRDefault="008852E8" w:rsidP="008852E8">
          <w:pPr>
            <w:pStyle w:val="Contenido"/>
            <w:rPr>
              <w:rStyle w:val="ContenidoCar"/>
            </w:rPr>
          </w:pPr>
        </w:p>
        <w:p w14:paraId="0D212597" w14:textId="77777777" w:rsidR="008852E8" w:rsidRPr="008852E8" w:rsidRDefault="008852E8" w:rsidP="008852E8">
          <w:pPr>
            <w:pStyle w:val="Ttuloscontenido"/>
            <w:rPr>
              <w:lang w:val="es-MX"/>
            </w:rPr>
          </w:pPr>
          <w:r w:rsidRPr="008852E8">
            <w:rPr>
              <w:lang w:val="es-MX"/>
            </w:rPr>
            <w:t>5. Conclusiones</w:t>
          </w:r>
        </w:p>
        <w:p w14:paraId="4BABC688" w14:textId="77777777" w:rsidR="008852E8" w:rsidRDefault="008852E8" w:rsidP="008852E8">
          <w:pPr>
            <w:pStyle w:val="Contenido"/>
            <w:rPr>
              <w:rStyle w:val="ContenidoCar"/>
            </w:rPr>
          </w:pPr>
          <w:r w:rsidRPr="008852E8">
            <w:rPr>
              <w:rStyle w:val="ContenidoCar"/>
            </w:rPr>
            <w:t xml:space="preserve">Lorem ipsum dolor sit amet consectetur adipiscing elit volutpat, ultricies in primis mollis enim lobortis morbi sodales, praesent nisi nec cubilia integer congue feugiat. Quis at blandit erat nisl lacus turpis vehicula penatibus integer tristique felis taciti, natoque praesent congue morbi vel convallis posuere augue conubia primis fusce. </w:t>
          </w:r>
          <w:r w:rsidRPr="005332D0">
            <w:rPr>
              <w:rStyle w:val="ContenidoCar"/>
            </w:rPr>
            <w:t>Diam fringilla mi malesuada sagittis nisl metus pharetra justo habitant a dictum mollis, potenti proin nisi viverra ultrices libero congue dignissim laoreet nostra neque</w:t>
          </w:r>
          <w:r>
            <w:rPr>
              <w:rStyle w:val="ContenidoCar"/>
            </w:rPr>
            <w:t xml:space="preserve"> [9]</w:t>
          </w:r>
          <w:r w:rsidRPr="005332D0">
            <w:rPr>
              <w:rStyle w:val="ContenidoCar"/>
            </w:rPr>
            <w:t>.</w:t>
          </w:r>
        </w:p>
        <w:p w14:paraId="17EC1D7C" w14:textId="77777777" w:rsidR="008852E8" w:rsidRDefault="008852E8" w:rsidP="008852E8">
          <w:pPr>
            <w:pStyle w:val="Contenido"/>
            <w:rPr>
              <w:rStyle w:val="ContenidoCar"/>
            </w:rPr>
          </w:pPr>
        </w:p>
        <w:p w14:paraId="5833DBDD" w14:textId="77777777" w:rsidR="008852E8" w:rsidRDefault="008852E8" w:rsidP="008852E8">
          <w:pPr>
            <w:pStyle w:val="Contenido"/>
            <w:rPr>
              <w:rStyle w:val="ContenidoCar"/>
              <w:b/>
              <w:bCs/>
            </w:rPr>
          </w:pPr>
          <w:r w:rsidRPr="008852E8">
            <w:rPr>
              <w:rStyle w:val="ContenidoCar"/>
              <w:b/>
              <w:bCs/>
            </w:rPr>
            <w:t>Agradecimientos</w:t>
          </w:r>
        </w:p>
        <w:p w14:paraId="58868181" w14:textId="77777777" w:rsidR="003C1087" w:rsidRPr="00B3340F" w:rsidRDefault="003C1087" w:rsidP="003C1087">
          <w:pPr>
            <w:pStyle w:val="Contenido"/>
            <w:rPr>
              <w:rStyle w:val="ContenidoCar"/>
            </w:rPr>
          </w:pPr>
          <w:r w:rsidRPr="00B3340F">
            <w:rPr>
              <w:rStyle w:val="ContenidoCar"/>
            </w:rPr>
            <w:lastRenderedPageBreak/>
            <w:t xml:space="preserve">Lorem ipsum dolor sit amet consectetur adipiscing elit volutpat, ultricies in primis mollis enim lobortis morbi </w:t>
          </w:r>
        </w:p>
        <w:p w14:paraId="3B2311FF" w14:textId="77777777" w:rsidR="003C1087" w:rsidRPr="00B3340F" w:rsidRDefault="003C1087" w:rsidP="008852E8">
          <w:pPr>
            <w:pStyle w:val="Contenido"/>
            <w:rPr>
              <w:rStyle w:val="ContenidoCar"/>
              <w:b/>
              <w:bCs/>
            </w:rPr>
          </w:pPr>
        </w:p>
        <w:p w14:paraId="4B763F33" w14:textId="77777777" w:rsidR="008852E8" w:rsidRPr="00B3340F" w:rsidRDefault="008852E8" w:rsidP="008852E8">
          <w:pPr>
            <w:pStyle w:val="Contenido"/>
            <w:rPr>
              <w:rStyle w:val="ContenidoCar"/>
              <w:b/>
              <w:bCs/>
            </w:rPr>
          </w:pPr>
          <w:r w:rsidRPr="00B3340F">
            <w:rPr>
              <w:rStyle w:val="ContenidoCar"/>
              <w:b/>
              <w:bCs/>
            </w:rPr>
            <w:t>Conflicto de intereses</w:t>
          </w:r>
        </w:p>
        <w:p w14:paraId="12636005" w14:textId="77777777" w:rsidR="003C1087" w:rsidRPr="00B3340F" w:rsidRDefault="003C1087" w:rsidP="003C1087">
          <w:pPr>
            <w:pStyle w:val="Contenido"/>
            <w:rPr>
              <w:rStyle w:val="ContenidoCar"/>
            </w:rPr>
          </w:pPr>
          <w:r w:rsidRPr="00B3340F">
            <w:rPr>
              <w:rStyle w:val="ContenidoCar"/>
            </w:rPr>
            <w:t xml:space="preserve">Lorem ipsum dolor sit amet consectetur adipiscing elit volutpat, ultricies in primis mollis enim lobortis morbi </w:t>
          </w:r>
        </w:p>
        <w:p w14:paraId="09676727" w14:textId="77777777" w:rsidR="003C1087" w:rsidRPr="00B3340F" w:rsidRDefault="003C1087" w:rsidP="008852E8">
          <w:pPr>
            <w:pStyle w:val="Contenido"/>
            <w:rPr>
              <w:rStyle w:val="ContenidoCar"/>
              <w:b/>
              <w:bCs/>
            </w:rPr>
          </w:pPr>
        </w:p>
        <w:p w14:paraId="5EECF3A5" w14:textId="77777777" w:rsidR="008852E8" w:rsidRPr="00B3340F" w:rsidRDefault="008852E8" w:rsidP="008852E8">
          <w:pPr>
            <w:pStyle w:val="Contenido"/>
            <w:rPr>
              <w:rStyle w:val="ContenidoCar"/>
              <w:b/>
              <w:bCs/>
            </w:rPr>
          </w:pPr>
        </w:p>
        <w:p w14:paraId="434BEEC9" w14:textId="77777777" w:rsidR="00D87A3D" w:rsidRPr="00B3340F" w:rsidRDefault="00AD3E17" w:rsidP="008852E8">
          <w:pPr>
            <w:pStyle w:val="Ttuloscontenido"/>
            <w:rPr>
              <w:rFonts w:eastAsiaTheme="minorHAnsi"/>
              <w:lang w:val="es-MX"/>
            </w:rPr>
          </w:pPr>
          <w:r w:rsidRPr="00B3340F">
            <w:rPr>
              <w:rFonts w:eastAsiaTheme="minorHAnsi"/>
              <w:lang w:val="es-MX"/>
            </w:rPr>
            <w:t>Referencias</w:t>
          </w:r>
        </w:p>
        <w:p w14:paraId="531479CC" w14:textId="77777777" w:rsidR="009A7EB2" w:rsidRPr="00C81029" w:rsidRDefault="00FF0B93" w:rsidP="00C81029">
          <w:pPr>
            <w:pStyle w:val="ReferenciasBibligrficas"/>
            <w:jc w:val="both"/>
          </w:pPr>
          <w:r>
            <w:t xml:space="preserve">[1] </w:t>
          </w:r>
          <w:r w:rsidR="009A7EB2" w:rsidRPr="00C81029">
            <w:t>Dilla T, Valladares A, Lizán L, Sacristán JA. Adherencia y persistencia terapéutica: causas, consecuencias y estrategias de mejora. Aten. Primaria 2009;</w:t>
          </w:r>
          <w:r w:rsidR="0005364D" w:rsidRPr="00C81029">
            <w:t xml:space="preserve"> </w:t>
          </w:r>
          <w:r w:rsidR="009A7EB2" w:rsidRPr="00C81029">
            <w:t>41(6):</w:t>
          </w:r>
          <w:r w:rsidR="0005364D" w:rsidRPr="00C81029">
            <w:t xml:space="preserve"> </w:t>
          </w:r>
          <w:r w:rsidR="009A7EB2" w:rsidRPr="00C81029">
            <w:t xml:space="preserve">342–48. </w:t>
          </w:r>
        </w:p>
        <w:p w14:paraId="53916CB6" w14:textId="77777777" w:rsidR="009A7EB2" w:rsidRPr="00C81029" w:rsidRDefault="00FF0B93" w:rsidP="00C81029">
          <w:pPr>
            <w:pStyle w:val="ReferenciasBibligrficas"/>
            <w:jc w:val="both"/>
          </w:pPr>
          <w:r w:rsidRPr="002B3971">
            <w:rPr>
              <w:lang w:val="es-MX"/>
            </w:rPr>
            <w:t xml:space="preserve">[2] </w:t>
          </w:r>
          <w:r w:rsidR="009A7EB2" w:rsidRPr="002B3971">
            <w:rPr>
              <w:lang w:val="es-MX"/>
            </w:rPr>
            <w:t xml:space="preserve">Silva G, Galeano E, Correa J. Compliance with the treatment. </w:t>
          </w:r>
          <w:r w:rsidR="009A7EB2" w:rsidRPr="00C81029">
            <w:t>Acta Médica Colombiana 2005;</w:t>
          </w:r>
          <w:r w:rsidR="0005364D" w:rsidRPr="00C81029">
            <w:t xml:space="preserve"> </w:t>
          </w:r>
          <w:r w:rsidR="009A7EB2" w:rsidRPr="00C81029">
            <w:t>30(4):</w:t>
          </w:r>
          <w:r w:rsidR="0005364D" w:rsidRPr="00C81029">
            <w:t xml:space="preserve"> </w:t>
          </w:r>
          <w:r w:rsidR="009A7EB2" w:rsidRPr="00C81029">
            <w:t xml:space="preserve">268–73. </w:t>
          </w:r>
        </w:p>
        <w:p w14:paraId="0D0467A6" w14:textId="77777777" w:rsidR="009A7EB2" w:rsidRPr="00C81029" w:rsidRDefault="00FF0B93" w:rsidP="00C81029">
          <w:pPr>
            <w:pStyle w:val="ReferenciasBibligrficas"/>
            <w:jc w:val="both"/>
          </w:pPr>
          <w:r>
            <w:t xml:space="preserve">[3] </w:t>
          </w:r>
          <w:r w:rsidR="009A7EB2" w:rsidRPr="00C81029">
            <w:t xml:space="preserve">Viesca TC. Paternalismo médico y consentimiento informado. En: Márquez-Romero R, Rocha- Cacho WV, editors. Consentimiento informado. Fundamentos y problemas de su aplicación práctica. 1st ed. México: UNAM; 2017: 1-22. </w:t>
          </w:r>
        </w:p>
        <w:p w14:paraId="7D09037F" w14:textId="77777777" w:rsidR="009A7EB2" w:rsidRPr="00C81029" w:rsidRDefault="00FF0B93" w:rsidP="00C81029">
          <w:pPr>
            <w:pStyle w:val="ReferenciasBibligrficas"/>
            <w:jc w:val="both"/>
          </w:pPr>
          <w:r>
            <w:t xml:space="preserve">[4] </w:t>
          </w:r>
          <w:r w:rsidR="009A7EB2" w:rsidRPr="00C81029">
            <w:t>Grady P, Lucio-Gough L. El automanejo de las enfermedades crónicas: un método integral de atención. Panam. J. Public. Health. 2015;</w:t>
          </w:r>
          <w:r w:rsidR="0005364D" w:rsidRPr="00C81029">
            <w:t xml:space="preserve"> </w:t>
          </w:r>
          <w:r w:rsidR="009A7EB2" w:rsidRPr="00C81029">
            <w:t>35(9):</w:t>
          </w:r>
          <w:r w:rsidR="0005364D" w:rsidRPr="00C81029">
            <w:t xml:space="preserve"> </w:t>
          </w:r>
          <w:r w:rsidR="009A7EB2" w:rsidRPr="00C81029">
            <w:t xml:space="preserve">187-194. </w:t>
          </w:r>
        </w:p>
        <w:p w14:paraId="5DD8282E" w14:textId="77777777" w:rsidR="009A7EB2" w:rsidRPr="00C81029" w:rsidRDefault="00FF0B93" w:rsidP="00C81029">
          <w:pPr>
            <w:pStyle w:val="ReferenciasBibligrficas"/>
            <w:jc w:val="both"/>
          </w:pPr>
          <w:r>
            <w:t xml:space="preserve">[5] </w:t>
          </w:r>
          <w:r w:rsidR="009A7EB2" w:rsidRPr="00C81029">
            <w:t>Cañete-Villafranca R, Guilhem D, Brito-Pérez K. Paternalismo médico. Rev. Med. Elect. 2013;</w:t>
          </w:r>
          <w:r w:rsidR="0005364D" w:rsidRPr="00C81029">
            <w:t xml:space="preserve"> </w:t>
          </w:r>
          <w:r w:rsidR="009A7EB2" w:rsidRPr="00C81029">
            <w:t>35(2):</w:t>
          </w:r>
          <w:r w:rsidR="0005364D" w:rsidRPr="00C81029">
            <w:t xml:space="preserve"> </w:t>
          </w:r>
          <w:r w:rsidR="009A7EB2" w:rsidRPr="00C81029">
            <w:t xml:space="preserve">144–152. </w:t>
          </w:r>
        </w:p>
        <w:p w14:paraId="488A4F17" w14:textId="77777777" w:rsidR="009A7EB2" w:rsidRPr="00C81029" w:rsidRDefault="00FF0B93" w:rsidP="00C81029">
          <w:pPr>
            <w:pStyle w:val="ReferenciasBibligrficas"/>
            <w:jc w:val="both"/>
          </w:pPr>
          <w:r>
            <w:t xml:space="preserve">[6] </w:t>
          </w:r>
          <w:r w:rsidR="009A7EB2" w:rsidRPr="00C81029">
            <w:t xml:space="preserve">Caballo C, Pascual A. Entrenamiento en habilidades de automanejo en personas con enfermedades crónicas: un estudio cuasi-experimental. En: Universidad de Salamanca, editor. IX Jornadas Científicas Internacionales de investigación sobre personas con discapacidad. Salamanca; INICO; 2012: 1-12. </w:t>
          </w:r>
        </w:p>
        <w:p w14:paraId="7D091226" w14:textId="77777777" w:rsidR="009A7EB2" w:rsidRPr="00C81029" w:rsidRDefault="00B9241B" w:rsidP="00C81029">
          <w:pPr>
            <w:pStyle w:val="ReferenciasBibligrficas"/>
            <w:jc w:val="both"/>
          </w:pPr>
          <w:r>
            <w:t xml:space="preserve">[7] </w:t>
          </w:r>
          <w:r w:rsidR="009A7EB2" w:rsidRPr="00C81029">
            <w:t>Millaruelo-Trillo JM. Importancia de la implicación del paciente en el autocontrol de su enfermedad: paciente experto. Importancia de las nuevas tecnologías como soporte al paciente autónomo. Aten. Primaria 2010;</w:t>
          </w:r>
          <w:r w:rsidR="0005364D" w:rsidRPr="00C81029">
            <w:t xml:space="preserve"> </w:t>
          </w:r>
          <w:r w:rsidR="009A7EB2" w:rsidRPr="00C81029">
            <w:t>42(1):</w:t>
          </w:r>
          <w:r w:rsidR="0005364D" w:rsidRPr="00C81029">
            <w:t xml:space="preserve"> </w:t>
          </w:r>
          <w:r w:rsidR="009A7EB2" w:rsidRPr="00C81029">
            <w:t xml:space="preserve">41–47. </w:t>
          </w:r>
        </w:p>
        <w:p w14:paraId="600A321D" w14:textId="77777777" w:rsidR="009A7EB2" w:rsidRPr="00C81029" w:rsidRDefault="00B9241B" w:rsidP="00C81029">
          <w:pPr>
            <w:pStyle w:val="ReferenciasBibligrficas"/>
            <w:jc w:val="both"/>
          </w:pPr>
          <w:r>
            <w:t xml:space="preserve">[8] </w:t>
          </w:r>
          <w:r w:rsidR="009A7EB2" w:rsidRPr="00C81029">
            <w:t>Bonal-Ruiz R, Cascaret-Soto X. Reflexión y debate ¿Automanejo, autocuidado o autocontrol en enfermedades crónicas? Acercamiento a su análisis e interpretación. MEDISAN. 2009;</w:t>
          </w:r>
          <w:r w:rsidR="0005364D" w:rsidRPr="00C81029">
            <w:t xml:space="preserve"> </w:t>
          </w:r>
          <w:r w:rsidR="009A7EB2" w:rsidRPr="00C81029">
            <w:t>13(1):</w:t>
          </w:r>
          <w:r w:rsidR="0005364D" w:rsidRPr="00C81029">
            <w:t xml:space="preserve"> </w:t>
          </w:r>
          <w:r w:rsidR="009A7EB2" w:rsidRPr="00C81029">
            <w:t>1-10.</w:t>
          </w:r>
        </w:p>
        <w:p w14:paraId="02317B8C" w14:textId="77777777" w:rsidR="009A7EB2" w:rsidRPr="002B3971" w:rsidRDefault="00B9241B" w:rsidP="00C81029">
          <w:pPr>
            <w:pStyle w:val="ReferenciasBibligrficas"/>
            <w:jc w:val="both"/>
            <w:rPr>
              <w:lang w:val="en-US"/>
            </w:rPr>
          </w:pPr>
          <w:r w:rsidRPr="002B3971">
            <w:rPr>
              <w:lang w:val="es-MX"/>
            </w:rPr>
            <w:t xml:space="preserve">[9] </w:t>
          </w:r>
          <w:r w:rsidR="009A7EB2" w:rsidRPr="002B3971">
            <w:rPr>
              <w:lang w:val="es-MX"/>
            </w:rPr>
            <w:t xml:space="preserve">Lorig K, Ritter PL, Villa F, Piette JD. </w:t>
          </w:r>
          <w:r w:rsidR="009A7EB2" w:rsidRPr="002B3971">
            <w:rPr>
              <w:lang w:val="en-US"/>
            </w:rPr>
            <w:t>Spanish diabetes self-management with and without automated telephone reinforcement. Diabetes Care 2008;</w:t>
          </w:r>
          <w:r w:rsidR="0005364D" w:rsidRPr="002B3971">
            <w:rPr>
              <w:lang w:val="en-US"/>
            </w:rPr>
            <w:t xml:space="preserve"> </w:t>
          </w:r>
          <w:r w:rsidR="009A7EB2" w:rsidRPr="002B3971">
            <w:rPr>
              <w:lang w:val="en-US"/>
            </w:rPr>
            <w:t>31(3):</w:t>
          </w:r>
          <w:r w:rsidR="0005364D" w:rsidRPr="002B3971">
            <w:rPr>
              <w:lang w:val="en-US"/>
            </w:rPr>
            <w:t xml:space="preserve"> </w:t>
          </w:r>
          <w:r w:rsidR="009A7EB2" w:rsidRPr="002B3971">
            <w:rPr>
              <w:lang w:val="en-US"/>
            </w:rPr>
            <w:t xml:space="preserve">408–14. </w:t>
          </w:r>
        </w:p>
        <w:p w14:paraId="3F5D6ABF" w14:textId="77777777" w:rsidR="004133CA" w:rsidRPr="00D87A3D" w:rsidRDefault="00B9241B" w:rsidP="00A458BC">
          <w:pPr>
            <w:pStyle w:val="ReferenciasBibligrficas"/>
            <w:jc w:val="both"/>
          </w:pPr>
          <w:r w:rsidRPr="002B3971">
            <w:rPr>
              <w:lang w:val="en-US"/>
            </w:rPr>
            <w:t xml:space="preserve">[10] </w:t>
          </w:r>
          <w:r w:rsidR="009A7EB2" w:rsidRPr="002B3971">
            <w:rPr>
              <w:lang w:val="en-US"/>
            </w:rPr>
            <w:t xml:space="preserve">Kidney Disease Improved Global Outcomes (KDIGO). KDIGO 2012 Clinical Practice Guideline for the Evaluation and Management of Chronic Kidney Disease. </w:t>
          </w:r>
          <w:r w:rsidR="009A7EB2" w:rsidRPr="00C81029">
            <w:t>Off. J. Int. Soc. Nephrol. 2013;</w:t>
          </w:r>
          <w:r w:rsidR="0005364D" w:rsidRPr="00C81029">
            <w:t xml:space="preserve"> </w:t>
          </w:r>
          <w:r w:rsidR="009A7EB2" w:rsidRPr="00C81029">
            <w:t>3(1):</w:t>
          </w:r>
          <w:r w:rsidR="0005364D" w:rsidRPr="00C81029">
            <w:t xml:space="preserve"> </w:t>
          </w:r>
          <w:r w:rsidR="009A7EB2" w:rsidRPr="00C81029">
            <w:t xml:space="preserve">1–163. </w:t>
          </w:r>
        </w:p>
      </w:sdtContent>
    </w:sdt>
    <w:sectPr w:rsidR="004133CA" w:rsidRPr="00D87A3D" w:rsidSect="0046288B">
      <w:headerReference w:type="default" r:id="rId19"/>
      <w:footerReference w:type="default" r:id="rId20"/>
      <w:footnotePr>
        <w:numFmt w:val="chicago"/>
        <w:numRestart w:val="eachPage"/>
      </w:footnotePr>
      <w:type w:val="continuous"/>
      <w:pgSz w:w="11906" w:h="16838" w:code="9"/>
      <w:pgMar w:top="1446" w:right="913" w:bottom="1627" w:left="913" w:header="720" w:footer="720" w:gutter="0"/>
      <w:cols w:num="2" w:space="48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28F59" w14:textId="77777777" w:rsidR="00AB413A" w:rsidRDefault="00AB413A">
      <w:r>
        <w:separator/>
      </w:r>
    </w:p>
  </w:endnote>
  <w:endnote w:type="continuationSeparator" w:id="0">
    <w:p w14:paraId="2CC48EC2" w14:textId="77777777" w:rsidR="00AB413A" w:rsidRDefault="00AB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1F01E" w14:textId="77777777" w:rsidR="006D4005" w:rsidRDefault="006D400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261989"/>
      <w:docPartObj>
        <w:docPartGallery w:val="Page Numbers (Bottom of Page)"/>
        <w:docPartUnique/>
      </w:docPartObj>
    </w:sdtPr>
    <w:sdtEndPr/>
    <w:sdtContent>
      <w:p w14:paraId="53393546" w14:textId="77777777" w:rsidR="004157F2" w:rsidRDefault="004157F2">
        <w:pPr>
          <w:pStyle w:val="Piedepgina"/>
          <w:jc w:val="right"/>
        </w:pPr>
        <w:r>
          <w:fldChar w:fldCharType="begin"/>
        </w:r>
        <w:r>
          <w:instrText>PAGE   \* MERGEFORMAT</w:instrText>
        </w:r>
        <w:r>
          <w:fldChar w:fldCharType="separate"/>
        </w:r>
        <w:r w:rsidR="007A36D1" w:rsidRPr="007A36D1">
          <w:rPr>
            <w:noProof/>
            <w:lang w:val="es-ES"/>
          </w:rPr>
          <w:t>4</w:t>
        </w:r>
        <w:r>
          <w:fldChar w:fldCharType="end"/>
        </w:r>
      </w:p>
    </w:sdtContent>
  </w:sdt>
  <w:p w14:paraId="54BD9F3C" w14:textId="77777777" w:rsidR="004157F2" w:rsidRDefault="004157F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6ED5" w14:textId="77777777" w:rsidR="00E1314D" w:rsidRDefault="00954AF1" w:rsidP="009B1CF7">
    <w:pPr>
      <w:jc w:val="both"/>
      <w:rPr>
        <w:color w:val="808080" w:themeColor="background1" w:themeShade="80"/>
        <w:sz w:val="16"/>
      </w:rPr>
    </w:pPr>
    <w:r w:rsidRPr="00954AF1">
      <w:rPr>
        <w:color w:val="808080" w:themeColor="background1" w:themeShade="80"/>
        <w:sz w:val="16"/>
      </w:rPr>
      <w:tab/>
    </w:r>
  </w:p>
  <w:p w14:paraId="4E02A051" w14:textId="77777777" w:rsidR="00FF0B93" w:rsidRDefault="00FF0B93" w:rsidP="00E1314D">
    <w:pPr>
      <w:pStyle w:val="Adscripcin"/>
    </w:pPr>
    <w:r>
      <w:t>________________________________________________________________________________________________________________________________________________________________________</w:t>
    </w:r>
  </w:p>
  <w:p w14:paraId="61BA220B" w14:textId="77777777" w:rsidR="00D53C36" w:rsidRPr="00E1314D" w:rsidRDefault="00D53C36" w:rsidP="00D53C36">
    <w:pPr>
      <w:pStyle w:val="Adscripcin"/>
      <w:jc w:val="left"/>
      <w:rPr>
        <w:sz w:val="16"/>
        <w:vertAlign w:val="baseline"/>
      </w:rPr>
    </w:pPr>
    <w:r w:rsidRPr="00E1314D">
      <w:t xml:space="preserve">a </w:t>
    </w:r>
    <w:r>
      <w:rPr>
        <w:vertAlign w:val="baseline"/>
      </w:rPr>
      <w:t xml:space="preserve">Autor de Correspondencia, </w:t>
    </w:r>
    <w:r w:rsidRPr="008D20E8">
      <w:rPr>
        <w:vertAlign w:val="baseline"/>
      </w:rPr>
      <w:t>Institución | Subentidad | Ciudad-estado | País</w:t>
    </w:r>
    <w:r>
      <w:rPr>
        <w:vertAlign w:val="baseline"/>
      </w:rPr>
      <w:t>, https://orcid.org/XXXX-XXXX-XXXX</w:t>
    </w:r>
    <w:r w:rsidRPr="00E1314D">
      <w:rPr>
        <w:vertAlign w:val="baseline"/>
      </w:rPr>
      <w:t xml:space="preserve">, </w:t>
    </w:r>
    <w:r>
      <w:rPr>
        <w:vertAlign w:val="baseline"/>
      </w:rPr>
      <w:t>E</w:t>
    </w:r>
    <w:r w:rsidRPr="00E1314D">
      <w:rPr>
        <w:vertAlign w:val="baseline"/>
      </w:rPr>
      <w:t>mail</w:t>
    </w:r>
    <w:r>
      <w:rPr>
        <w:vertAlign w:val="baseline"/>
      </w:rPr>
      <w:t>: email</w:t>
    </w:r>
    <w:r w:rsidRPr="00A64528">
      <w:rPr>
        <w:vertAlign w:val="baseline"/>
      </w:rPr>
      <w:t>@uaeh.edu.mx</w:t>
    </w:r>
    <w:r>
      <w:rPr>
        <w:vertAlign w:val="baseline"/>
      </w:rPr>
      <w:t xml:space="preserve"> </w:t>
    </w:r>
  </w:p>
  <w:p w14:paraId="4DA22AE6" w14:textId="3CB8DAF6" w:rsidR="008852E8" w:rsidRPr="00E1314D" w:rsidRDefault="00D53C36" w:rsidP="00D53C36">
    <w:pPr>
      <w:pStyle w:val="Adscripcin"/>
      <w:rPr>
        <w:sz w:val="16"/>
        <w:vertAlign w:val="baseline"/>
      </w:rPr>
    </w:pPr>
    <w:r w:rsidRPr="00E1314D">
      <w:t>b</w:t>
    </w:r>
    <w:r>
      <w:t xml:space="preserve"> </w:t>
    </w:r>
    <w:r w:rsidRPr="008D20E8">
      <w:rPr>
        <w:vertAlign w:val="baseline"/>
      </w:rPr>
      <w:t>Institución | Subentidad | Ciudad-estado | País</w:t>
    </w:r>
    <w:r>
      <w:rPr>
        <w:vertAlign w:val="baseline"/>
      </w:rPr>
      <w:t>, https://orcid.org/XXXX-XXXX-XXXX</w:t>
    </w:r>
    <w:r w:rsidRPr="00E1314D">
      <w:rPr>
        <w:vertAlign w:val="baseline"/>
      </w:rPr>
      <w:t xml:space="preserve">, </w:t>
    </w:r>
    <w:r>
      <w:rPr>
        <w:vertAlign w:val="baseline"/>
      </w:rPr>
      <w:t>E</w:t>
    </w:r>
    <w:r w:rsidRPr="00E1314D">
      <w:rPr>
        <w:vertAlign w:val="baseline"/>
      </w:rPr>
      <w:t>mail</w:t>
    </w:r>
    <w:r>
      <w:rPr>
        <w:vertAlign w:val="baseline"/>
      </w:rPr>
      <w:t>: email</w:t>
    </w:r>
    <w:r w:rsidRPr="00A64528">
      <w:rPr>
        <w:vertAlign w:val="baseline"/>
      </w:rPr>
      <w:t>@uaeh.edu.mx</w:t>
    </w:r>
    <w:r w:rsidR="008852E8">
      <w:rPr>
        <w:vertAlign w:val="baseline"/>
      </w:rPr>
      <w:t xml:space="preserve"> </w:t>
    </w:r>
  </w:p>
  <w:p w14:paraId="6154A9F2" w14:textId="77777777" w:rsidR="00853836" w:rsidRDefault="00853836" w:rsidP="00853836">
    <w:pPr>
      <w:rPr>
        <w:color w:val="808080" w:themeColor="background1" w:themeShade="80"/>
        <w:sz w:val="16"/>
        <w:lang w:val="es-MX"/>
      </w:rPr>
    </w:pPr>
  </w:p>
  <w:p w14:paraId="5851912A" w14:textId="2BFC1DCC" w:rsidR="00323034" w:rsidRDefault="00F618ED" w:rsidP="00853836">
    <w:pPr>
      <w:pStyle w:val="Adscripcin"/>
      <w:rPr>
        <w:i/>
        <w:iCs/>
        <w:vertAlign w:val="baseline"/>
      </w:rPr>
    </w:pPr>
    <w:r w:rsidRPr="00382B36">
      <w:rPr>
        <w:noProof/>
      </w:rPr>
      <w:drawing>
        <wp:anchor distT="0" distB="0" distL="114300" distR="114300" simplePos="0" relativeHeight="251659264" behindDoc="0" locked="0" layoutInCell="1" allowOverlap="1" wp14:anchorId="7B3EE46D" wp14:editId="36CE2501">
          <wp:simplePos x="0" y="0"/>
          <wp:positionH relativeFrom="margin">
            <wp:posOffset>5505450</wp:posOffset>
          </wp:positionH>
          <wp:positionV relativeFrom="paragraph">
            <wp:posOffset>27940</wp:posOffset>
          </wp:positionV>
          <wp:extent cx="838200" cy="295275"/>
          <wp:effectExtent l="0" t="0" r="0" b="9525"/>
          <wp:wrapNone/>
          <wp:docPr id="3" name="Imagen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anchor>
      </w:drawing>
    </w:r>
    <w:r w:rsidR="00853836" w:rsidRPr="00C74CEC">
      <w:rPr>
        <w:i/>
        <w:iCs/>
        <w:vertAlign w:val="baseline"/>
      </w:rPr>
      <w:t>Fecha de recepción: DD/MM/AAAA, Fecha de aceptación: DD/MM/AAAA, Fecha de publicación: 05/0</w:t>
    </w:r>
    <w:r w:rsidR="001639F9">
      <w:rPr>
        <w:i/>
        <w:iCs/>
        <w:vertAlign w:val="baseline"/>
      </w:rPr>
      <w:t>1</w:t>
    </w:r>
    <w:r w:rsidR="00853836" w:rsidRPr="00C74CEC">
      <w:rPr>
        <w:i/>
        <w:iCs/>
        <w:vertAlign w:val="baseline"/>
      </w:rPr>
      <w:t>/202</w:t>
    </w:r>
    <w:r w:rsidR="001639F9">
      <w:rPr>
        <w:i/>
        <w:iCs/>
        <w:vertAlign w:val="baseline"/>
      </w:rPr>
      <w:t>5</w:t>
    </w:r>
  </w:p>
  <w:p w14:paraId="08089471" w14:textId="53338788" w:rsidR="004157F2" w:rsidRPr="00323034" w:rsidRDefault="00323034" w:rsidP="00853836">
    <w:pPr>
      <w:pStyle w:val="Adscripcin"/>
      <w:rPr>
        <w:i/>
        <w:iCs/>
        <w:sz w:val="20"/>
        <w:vertAlign w:val="baseline"/>
      </w:rPr>
    </w:pPr>
    <w:r w:rsidRPr="00323034">
      <w:rPr>
        <w:b/>
        <w:sz w:val="20"/>
        <w:vertAlign w:val="baseline"/>
      </w:rPr>
      <w:t>DOI: https://doi.org/10.29057</w:t>
    </w:r>
    <w:r>
      <w:rPr>
        <w:b/>
        <w:sz w:val="20"/>
        <w:vertAlign w:val="baseline"/>
      </w:rPr>
      <w:t>/icap.v</w:t>
    </w:r>
    <w:r w:rsidR="00D53C36">
      <w:rPr>
        <w:b/>
        <w:sz w:val="20"/>
        <w:vertAlign w:val="baseline"/>
      </w:rPr>
      <w:t>1</w:t>
    </w:r>
    <w:r w:rsidR="001639F9">
      <w:rPr>
        <w:b/>
        <w:sz w:val="20"/>
        <w:vertAlign w:val="baseline"/>
      </w:rPr>
      <w:t>1</w:t>
    </w:r>
    <w:r>
      <w:rPr>
        <w:b/>
        <w:sz w:val="20"/>
        <w:vertAlign w:val="baseline"/>
      </w:rPr>
      <w:t>i</w:t>
    </w:r>
    <w:r w:rsidR="00D53C36">
      <w:rPr>
        <w:b/>
        <w:sz w:val="20"/>
        <w:vertAlign w:val="baseline"/>
      </w:rPr>
      <w:t>2</w:t>
    </w:r>
    <w:r w:rsidR="001639F9">
      <w:rPr>
        <w:b/>
        <w:sz w:val="20"/>
        <w:vertAlign w:val="baseline"/>
      </w:rPr>
      <w:t>1</w:t>
    </w:r>
    <w:r>
      <w:rPr>
        <w:b/>
        <w:sz w:val="20"/>
        <w:vertAlign w:val="baseline"/>
      </w:rPr>
      <w:t>.XXXX</w:t>
    </w:r>
    <w:r w:rsidR="00954AF1" w:rsidRPr="00323034">
      <w:rPr>
        <w:sz w:val="20"/>
        <w:vertAlign w:val="baseline"/>
      </w:rPr>
      <w:tab/>
    </w:r>
  </w:p>
  <w:p w14:paraId="4C335944" w14:textId="77777777" w:rsidR="004157F2" w:rsidRPr="00E1314D" w:rsidRDefault="004157F2" w:rsidP="00D83309">
    <w:pPr>
      <w:pStyle w:val="Piedepgina"/>
      <w:jc w:val="right"/>
      <w:rPr>
        <w:lang w:val="es-MX"/>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787420"/>
      <w:docPartObj>
        <w:docPartGallery w:val="Page Numbers (Bottom of Page)"/>
        <w:docPartUnique/>
      </w:docPartObj>
    </w:sdtPr>
    <w:sdtEndPr/>
    <w:sdtContent>
      <w:p w14:paraId="2BB66BAD" w14:textId="77777777" w:rsidR="00CE111A" w:rsidRDefault="00CE111A">
        <w:pPr>
          <w:pStyle w:val="Piedepgina"/>
          <w:jc w:val="right"/>
        </w:pPr>
        <w:r>
          <w:fldChar w:fldCharType="begin"/>
        </w:r>
        <w:r>
          <w:instrText>PAGE   \* MERGEFORMAT</w:instrText>
        </w:r>
        <w:r>
          <w:fldChar w:fldCharType="separate"/>
        </w:r>
        <w:r>
          <w:rPr>
            <w:lang w:val="es-ES"/>
          </w:rPr>
          <w:t>2</w:t>
        </w:r>
        <w:r>
          <w:fldChar w:fldCharType="end"/>
        </w:r>
      </w:p>
    </w:sdtContent>
  </w:sdt>
  <w:p w14:paraId="104DA16B" w14:textId="77777777" w:rsidR="00CE111A" w:rsidRDefault="00CE11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276D7" w14:textId="77777777" w:rsidR="00AB413A" w:rsidRDefault="00AB413A">
      <w:r>
        <w:separator/>
      </w:r>
    </w:p>
  </w:footnote>
  <w:footnote w:type="continuationSeparator" w:id="0">
    <w:p w14:paraId="76E255A6" w14:textId="77777777" w:rsidR="00AB413A" w:rsidRDefault="00AB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131B" w14:textId="77777777" w:rsidR="006D4005" w:rsidRDefault="006D40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CB73E" w14:textId="77777777" w:rsidR="0042200D" w:rsidRPr="00557FBA" w:rsidRDefault="0042200D" w:rsidP="0042200D">
    <w:pPr>
      <w:spacing w:line="360" w:lineRule="auto"/>
      <w:jc w:val="center"/>
      <w:rPr>
        <w:i/>
        <w:sz w:val="18"/>
        <w:lang w:val="en-US" w:eastAsia="es-MX"/>
      </w:rPr>
    </w:pPr>
    <w:r w:rsidRPr="00557FBA">
      <w:rPr>
        <w:i/>
        <w:sz w:val="18"/>
        <w:lang w:val="en-US" w:eastAsia="es-MX"/>
      </w:rPr>
      <w:t xml:space="preserve">Biannual Publication Mexican Journal of Medical Research No. 11 (2018) </w:t>
    </w:r>
    <w:r>
      <w:rPr>
        <w:i/>
        <w:sz w:val="18"/>
        <w:lang w:val="en-US" w:eastAsia="es-MX"/>
      </w:rPr>
      <w:t>3</w:t>
    </w:r>
    <w:r w:rsidRPr="00557FBA">
      <w:rPr>
        <w:i/>
        <w:sz w:val="18"/>
        <w:lang w:val="en-US" w:eastAsia="es-MX"/>
      </w:rPr>
      <w:t>-</w:t>
    </w:r>
    <w:r w:rsidRPr="0042200D">
      <w:rPr>
        <w:i/>
        <w:sz w:val="18"/>
        <w:lang w:val="en-US" w:eastAsia="es-MX"/>
      </w:rPr>
      <w:t>5</w:t>
    </w:r>
  </w:p>
  <w:p w14:paraId="149EAAC1" w14:textId="77777777" w:rsidR="00D557C5" w:rsidRPr="00D557C5" w:rsidRDefault="00D557C5" w:rsidP="00D557C5">
    <w:pPr>
      <w:pStyle w:val="Encabezado"/>
      <w:jc w:val="center"/>
      <w:rPr>
        <w:i/>
        <w:lang w:val="es-ES"/>
      </w:rPr>
    </w:pPr>
    <w:r w:rsidRPr="0042200D">
      <w:rPr>
        <w:i/>
        <w:sz w:val="16"/>
        <w:szCs w:val="16"/>
        <w:lang w:val="en-US" w:eastAsia="es-ES"/>
      </w:rPr>
      <w:t xml:space="preserve">                        </w:t>
    </w:r>
    <w:r w:rsidRPr="0042200D">
      <w:rPr>
        <w:lang w:val="en-US"/>
      </w:rPr>
      <w:tab/>
    </w:r>
    <w:r w:rsidRPr="0042200D">
      <w:rPr>
        <w:lang w:val="en-US"/>
      </w:rPr>
      <w:tab/>
    </w:r>
    <w:r w:rsidRPr="0042200D">
      <w:rPr>
        <w:lang w:val="en-US"/>
      </w:rPr>
      <w:tab/>
    </w:r>
    <w:r>
      <w:fldChar w:fldCharType="begin"/>
    </w:r>
    <w:r w:rsidRPr="00D557C5">
      <w:rPr>
        <w:lang w:val="es-MX"/>
      </w:rPr>
      <w:instrText>PAGE   \* MERGEFORMAT</w:instrText>
    </w:r>
    <w:r>
      <w:fldChar w:fldCharType="separate"/>
    </w:r>
    <w:r w:rsidR="004157F2" w:rsidRPr="004157F2">
      <w:rPr>
        <w:noProof/>
        <w:lang w:val="es-ES"/>
      </w:rP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clara"/>
      <w:tblW w:w="107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6837"/>
      <w:gridCol w:w="2254"/>
    </w:tblGrid>
    <w:tr w:rsidR="00901481" w14:paraId="567E3B04" w14:textId="77777777" w:rsidTr="008C544C">
      <w:trPr>
        <w:trHeight w:val="1125"/>
      </w:trPr>
      <w:tc>
        <w:tcPr>
          <w:tcW w:w="1668" w:type="dxa"/>
        </w:tcPr>
        <w:p w14:paraId="5C2B83E1" w14:textId="77777777" w:rsidR="00557FBA" w:rsidRDefault="0078580E" w:rsidP="002D5910">
          <w:pPr>
            <w:pStyle w:val="Encabezado"/>
          </w:pPr>
          <w:r>
            <w:rPr>
              <w:noProof/>
              <w:lang w:val="es-MX" w:eastAsia="es-MX"/>
            </w:rPr>
            <w:drawing>
              <wp:inline distT="0" distB="0" distL="0" distR="0" wp14:anchorId="65351C7A" wp14:editId="41926F6D">
                <wp:extent cx="990600" cy="476250"/>
                <wp:effectExtent l="0" t="0" r="0" b="0"/>
                <wp:docPr id="6" name="Imagen 6" descr="S:\Departamento de Diseño e Interfaz Web\BOLETINES\11 JUNIO - DICIEMBRE 2017\11 REVISTA ICSA\UAEH_logo_encabez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descr="S:\Departamento de Diseño e Interfaz Web\BOLETINES\11 JUNIO - DICIEMBRE 2017\11 REVISTA ICSA\UAEH_logo_encabezad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76250"/>
                        </a:xfrm>
                        <a:prstGeom prst="rect">
                          <a:avLst/>
                        </a:prstGeom>
                        <a:noFill/>
                        <a:ln>
                          <a:noFill/>
                        </a:ln>
                      </pic:spPr>
                    </pic:pic>
                  </a:graphicData>
                </a:graphic>
              </wp:inline>
            </w:drawing>
          </w:r>
        </w:p>
      </w:tc>
      <w:tc>
        <w:tcPr>
          <w:tcW w:w="6837" w:type="dxa"/>
        </w:tcPr>
        <w:p w14:paraId="0C6F3FCF" w14:textId="77777777" w:rsidR="00557FBA" w:rsidRPr="002D5910" w:rsidRDefault="00E66D27" w:rsidP="002D5910">
          <w:pPr>
            <w:spacing w:line="360" w:lineRule="auto"/>
            <w:jc w:val="center"/>
            <w:rPr>
              <w:i/>
              <w:szCs w:val="22"/>
              <w:lang w:eastAsia="es-MX"/>
            </w:rPr>
          </w:pPr>
          <w:r w:rsidRPr="00E66D27">
            <w:rPr>
              <w:i/>
              <w:szCs w:val="22"/>
              <w:lang w:eastAsia="es-MX"/>
            </w:rPr>
            <w:t>https://repository.uaeh.edu.mx/revistas/index.php/icap/issue/archive</w:t>
          </w:r>
        </w:p>
        <w:p w14:paraId="22EF9F59" w14:textId="77777777" w:rsidR="00E10BFD" w:rsidRPr="00E66D27" w:rsidRDefault="00E66D27" w:rsidP="00E66D27">
          <w:pPr>
            <w:spacing w:line="360" w:lineRule="auto"/>
            <w:jc w:val="center"/>
            <w:rPr>
              <w:b/>
              <w:lang w:val="es-MX"/>
            </w:rPr>
          </w:pPr>
          <w:r w:rsidRPr="00E66D27">
            <w:rPr>
              <w:b/>
              <w:sz w:val="22"/>
              <w:lang w:val="es-MX"/>
            </w:rPr>
            <w:t>Boletín de Ciencias Agropecuarias del ICAP</w:t>
          </w:r>
        </w:p>
        <w:p w14:paraId="5DC0E72E" w14:textId="7464F479" w:rsidR="00557FBA" w:rsidRPr="007B6518" w:rsidRDefault="007B6518" w:rsidP="00853836">
          <w:pPr>
            <w:spacing w:line="360" w:lineRule="auto"/>
            <w:jc w:val="center"/>
            <w:rPr>
              <w:lang w:val="es-MX"/>
            </w:rPr>
          </w:pPr>
          <w:r w:rsidRPr="006333D3">
            <w:rPr>
              <w:i/>
              <w:sz w:val="14"/>
              <w:lang w:val="es-MX" w:eastAsia="es-MX"/>
            </w:rPr>
            <w:t xml:space="preserve"> </w:t>
          </w:r>
          <w:r w:rsidR="00B9241B" w:rsidRPr="007B6518">
            <w:rPr>
              <w:i/>
              <w:sz w:val="18"/>
              <w:lang w:val="es-MX" w:eastAsia="es-MX"/>
            </w:rPr>
            <w:t>Publicación semestral</w:t>
          </w:r>
          <w:r w:rsidR="00853836">
            <w:rPr>
              <w:i/>
              <w:sz w:val="18"/>
              <w:lang w:val="es-MX" w:eastAsia="es-MX"/>
            </w:rPr>
            <w:t xml:space="preserve">, Vol. </w:t>
          </w:r>
          <w:r w:rsidR="006D4005">
            <w:rPr>
              <w:i/>
              <w:sz w:val="18"/>
              <w:lang w:val="es-MX" w:eastAsia="es-MX"/>
            </w:rPr>
            <w:t>1</w:t>
          </w:r>
          <w:r w:rsidR="001639F9">
            <w:rPr>
              <w:i/>
              <w:sz w:val="18"/>
              <w:lang w:val="es-MX" w:eastAsia="es-MX"/>
            </w:rPr>
            <w:t>1</w:t>
          </w:r>
          <w:r w:rsidR="00853836">
            <w:rPr>
              <w:i/>
              <w:sz w:val="18"/>
              <w:lang w:val="es-MX" w:eastAsia="es-MX"/>
            </w:rPr>
            <w:t>,</w:t>
          </w:r>
          <w:r w:rsidR="00B9241B" w:rsidRPr="007B6518">
            <w:rPr>
              <w:i/>
              <w:sz w:val="18"/>
              <w:lang w:val="es-MX" w:eastAsia="es-MX"/>
            </w:rPr>
            <w:t xml:space="preserve"> </w:t>
          </w:r>
          <w:r w:rsidR="00557FBA" w:rsidRPr="007B6518">
            <w:rPr>
              <w:i/>
              <w:sz w:val="18"/>
              <w:lang w:val="es-MX" w:eastAsia="es-MX"/>
            </w:rPr>
            <w:t>No.</w:t>
          </w:r>
          <w:r w:rsidR="00F618ED">
            <w:rPr>
              <w:i/>
              <w:sz w:val="18"/>
              <w:lang w:val="es-MX" w:eastAsia="es-MX"/>
            </w:rPr>
            <w:t xml:space="preserve"> </w:t>
          </w:r>
          <w:r w:rsidR="00D53C36">
            <w:rPr>
              <w:i/>
              <w:sz w:val="18"/>
              <w:lang w:val="es-MX" w:eastAsia="es-MX"/>
            </w:rPr>
            <w:t>2</w:t>
          </w:r>
          <w:r w:rsidR="001639F9">
            <w:rPr>
              <w:i/>
              <w:sz w:val="18"/>
              <w:lang w:val="es-MX" w:eastAsia="es-MX"/>
            </w:rPr>
            <w:t>1</w:t>
          </w:r>
          <w:r w:rsidR="00D53C36">
            <w:rPr>
              <w:i/>
              <w:sz w:val="18"/>
              <w:lang w:val="es-MX" w:eastAsia="es-MX"/>
            </w:rPr>
            <w:t xml:space="preserve"> </w:t>
          </w:r>
          <w:r w:rsidR="00557FBA" w:rsidRPr="007B6518">
            <w:rPr>
              <w:i/>
              <w:sz w:val="18"/>
              <w:lang w:val="es-MX" w:eastAsia="es-MX"/>
            </w:rPr>
            <w:t>(20</w:t>
          </w:r>
          <w:r w:rsidR="00575E9C">
            <w:rPr>
              <w:i/>
              <w:sz w:val="18"/>
              <w:lang w:val="es-MX" w:eastAsia="es-MX"/>
            </w:rPr>
            <w:t>2</w:t>
          </w:r>
          <w:r w:rsidR="001639F9">
            <w:rPr>
              <w:i/>
              <w:sz w:val="18"/>
              <w:lang w:val="es-MX" w:eastAsia="es-MX"/>
            </w:rPr>
            <w:t>5</w:t>
          </w:r>
          <w:r w:rsidR="00557FBA" w:rsidRPr="007B6518">
            <w:rPr>
              <w:i/>
              <w:sz w:val="18"/>
              <w:lang w:val="es-MX" w:eastAsia="es-MX"/>
            </w:rPr>
            <w:t xml:space="preserve">) </w:t>
          </w:r>
          <w:r w:rsidR="00323034">
            <w:rPr>
              <w:i/>
              <w:sz w:val="18"/>
              <w:lang w:val="es-MX" w:eastAsia="es-MX"/>
            </w:rPr>
            <w:t>pp-pp</w:t>
          </w:r>
        </w:p>
      </w:tc>
      <w:tc>
        <w:tcPr>
          <w:tcW w:w="2254" w:type="dxa"/>
        </w:tcPr>
        <w:p w14:paraId="4C71C559" w14:textId="77777777" w:rsidR="00557FBA" w:rsidRPr="00853836" w:rsidRDefault="0078580E" w:rsidP="00853836">
          <w:pPr>
            <w:pStyle w:val="Encabezado"/>
            <w:jc w:val="center"/>
            <w:rPr>
              <w:sz w:val="18"/>
              <w:szCs w:val="18"/>
            </w:rPr>
          </w:pPr>
          <w:r w:rsidRPr="00853836">
            <w:rPr>
              <w:noProof/>
              <w:sz w:val="18"/>
              <w:szCs w:val="18"/>
              <w:lang w:val="es-MX" w:eastAsia="es-MX"/>
            </w:rPr>
            <w:drawing>
              <wp:inline distT="0" distB="0" distL="0" distR="0" wp14:anchorId="29C99326" wp14:editId="351ED785">
                <wp:extent cx="908034" cy="352038"/>
                <wp:effectExtent l="0" t="0" r="698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descr="S:\Departamento de Diseño e Interfaz Web\BOLETINES\11 JUNIO - DICIEMBRE 2017\11 REVISTA ICSA\MJ_logo_encabezado.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08034" cy="352038"/>
                        </a:xfrm>
                        <a:prstGeom prst="rect">
                          <a:avLst/>
                        </a:prstGeom>
                        <a:noFill/>
                        <a:ln>
                          <a:noFill/>
                        </a:ln>
                      </pic:spPr>
                    </pic:pic>
                  </a:graphicData>
                </a:graphic>
              </wp:inline>
            </w:drawing>
          </w:r>
        </w:p>
        <w:p w14:paraId="43ACC7EA" w14:textId="77777777" w:rsidR="00853836" w:rsidRDefault="00853836" w:rsidP="00853836">
          <w:pPr>
            <w:pStyle w:val="Encabezado"/>
            <w:jc w:val="center"/>
          </w:pPr>
          <w:r w:rsidRPr="00853836">
            <w:rPr>
              <w:sz w:val="18"/>
              <w:szCs w:val="18"/>
            </w:rPr>
            <w:t>ISSN: 2448-5357</w:t>
          </w:r>
        </w:p>
      </w:tc>
    </w:tr>
  </w:tbl>
  <w:p w14:paraId="43AAEE95" w14:textId="77777777" w:rsidR="000373B6" w:rsidRPr="00557FBA" w:rsidRDefault="000373B6" w:rsidP="00557FB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B8138" w14:textId="3D8310CC" w:rsidR="0042200D" w:rsidRPr="00853836" w:rsidRDefault="00B9241B" w:rsidP="00853836">
    <w:pPr>
      <w:spacing w:line="360" w:lineRule="auto"/>
      <w:jc w:val="center"/>
      <w:rPr>
        <w:b/>
        <w:lang w:val="es-MX"/>
      </w:rPr>
    </w:pPr>
    <w:r w:rsidRPr="004F5DA0">
      <w:rPr>
        <w:i/>
        <w:sz w:val="18"/>
        <w:szCs w:val="18"/>
        <w:lang w:val="es-MX" w:eastAsia="es-MX"/>
      </w:rPr>
      <w:t>Publicación semestral</w:t>
    </w:r>
    <w:r w:rsidR="00853836" w:rsidRPr="004F5DA0">
      <w:rPr>
        <w:i/>
        <w:sz w:val="18"/>
        <w:szCs w:val="18"/>
        <w:lang w:val="es-MX" w:eastAsia="es-MX"/>
      </w:rPr>
      <w:t xml:space="preserve">, </w:t>
    </w:r>
    <w:r w:rsidR="00853836" w:rsidRPr="00853836">
      <w:rPr>
        <w:bCs/>
        <w:i/>
        <w:iCs/>
        <w:sz w:val="18"/>
        <w:szCs w:val="16"/>
        <w:lang w:val="es-MX"/>
      </w:rPr>
      <w:t>Boletín de Ciencias Agropecuarias del ICAP</w:t>
    </w:r>
    <w:r w:rsidR="00853836" w:rsidRPr="004F5DA0">
      <w:rPr>
        <w:i/>
        <w:sz w:val="18"/>
        <w:szCs w:val="18"/>
        <w:lang w:val="es-MX" w:eastAsia="es-MX"/>
      </w:rPr>
      <w:t xml:space="preserve">, </w:t>
    </w:r>
    <w:r w:rsidR="00D56F85">
      <w:rPr>
        <w:i/>
        <w:sz w:val="18"/>
        <w:lang w:val="es-MX" w:eastAsia="es-MX"/>
      </w:rPr>
      <w:t xml:space="preserve">Vol. </w:t>
    </w:r>
    <w:r w:rsidR="006D4005">
      <w:rPr>
        <w:i/>
        <w:sz w:val="18"/>
        <w:lang w:val="es-MX" w:eastAsia="es-MX"/>
      </w:rPr>
      <w:t>1</w:t>
    </w:r>
    <w:r w:rsidR="001639F9">
      <w:rPr>
        <w:i/>
        <w:sz w:val="18"/>
        <w:lang w:val="es-MX" w:eastAsia="es-MX"/>
      </w:rPr>
      <w:t>1</w:t>
    </w:r>
    <w:r w:rsidR="00D56F85">
      <w:rPr>
        <w:i/>
        <w:sz w:val="18"/>
        <w:lang w:val="es-MX" w:eastAsia="es-MX"/>
      </w:rPr>
      <w:t>,</w:t>
    </w:r>
    <w:r w:rsidR="00D56F85" w:rsidRPr="007B6518">
      <w:rPr>
        <w:i/>
        <w:sz w:val="18"/>
        <w:lang w:val="es-MX" w:eastAsia="es-MX"/>
      </w:rPr>
      <w:t xml:space="preserve"> No.</w:t>
    </w:r>
    <w:r w:rsidR="00D56F85">
      <w:rPr>
        <w:i/>
        <w:sz w:val="18"/>
        <w:lang w:val="es-MX" w:eastAsia="es-MX"/>
      </w:rPr>
      <w:t xml:space="preserve"> </w:t>
    </w:r>
    <w:r w:rsidR="00D53C36">
      <w:rPr>
        <w:i/>
        <w:sz w:val="18"/>
        <w:lang w:val="es-MX" w:eastAsia="es-MX"/>
      </w:rPr>
      <w:t>2</w:t>
    </w:r>
    <w:r w:rsidR="001639F9">
      <w:rPr>
        <w:i/>
        <w:sz w:val="18"/>
        <w:lang w:val="es-MX" w:eastAsia="es-MX"/>
      </w:rPr>
      <w:t>1</w:t>
    </w:r>
    <w:r w:rsidR="00D56F85" w:rsidRPr="007B6518">
      <w:rPr>
        <w:i/>
        <w:sz w:val="18"/>
        <w:lang w:val="es-MX" w:eastAsia="es-MX"/>
      </w:rPr>
      <w:t xml:space="preserve"> (20</w:t>
    </w:r>
    <w:r w:rsidR="00D56F85">
      <w:rPr>
        <w:i/>
        <w:sz w:val="18"/>
        <w:lang w:val="es-MX" w:eastAsia="es-MX"/>
      </w:rPr>
      <w:t>2</w:t>
    </w:r>
    <w:r w:rsidR="001639F9">
      <w:rPr>
        <w:i/>
        <w:sz w:val="18"/>
        <w:lang w:val="es-MX" w:eastAsia="es-MX"/>
      </w:rPr>
      <w:t>5</w:t>
    </w:r>
    <w:r w:rsidR="00D56F85" w:rsidRPr="007B6518">
      <w:rPr>
        <w:i/>
        <w:sz w:val="18"/>
        <w:lang w:val="es-MX" w:eastAsia="es-MX"/>
      </w:rPr>
      <w:t>)</w:t>
    </w:r>
    <w:r w:rsidR="00D56F85">
      <w:rPr>
        <w:i/>
        <w:sz w:val="18"/>
        <w:lang w:val="es-MX" w:eastAsia="es-MX"/>
      </w:rPr>
      <w:t xml:space="preserve"> </w:t>
    </w:r>
    <w:r w:rsidR="00323034">
      <w:rPr>
        <w:i/>
        <w:sz w:val="18"/>
        <w:szCs w:val="18"/>
        <w:lang w:val="es-MX"/>
      </w:rPr>
      <w:t>pp-pp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6933"/>
    <w:multiLevelType w:val="hybridMultilevel"/>
    <w:tmpl w:val="A76C71B6"/>
    <w:lvl w:ilvl="0" w:tplc="C1488A44">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8E35F5F"/>
    <w:multiLevelType w:val="multilevel"/>
    <w:tmpl w:val="0D3AD2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AB008B8"/>
    <w:multiLevelType w:val="multilevel"/>
    <w:tmpl w:val="102A6B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B8042E1"/>
    <w:multiLevelType w:val="multilevel"/>
    <w:tmpl w:val="FABC8CFE"/>
    <w:lvl w:ilvl="0">
      <w:start w:val="1"/>
      <w:numFmt w:val="decimal"/>
      <w:pStyle w:val="TipoSeccinRIAI"/>
      <w:lvlText w:val="%1."/>
      <w:lvlJc w:val="left"/>
      <w:pPr>
        <w:tabs>
          <w:tab w:val="num" w:pos="360"/>
        </w:tabs>
        <w:ind w:left="360" w:hanging="360"/>
      </w:pPr>
      <w:rPr>
        <w:rFonts w:hint="default"/>
      </w:rPr>
    </w:lvl>
    <w:lvl w:ilvl="1">
      <w:start w:val="1"/>
      <w:numFmt w:val="decimal"/>
      <w:pStyle w:val="TipoSubseccinRIAI"/>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8FF681E"/>
    <w:multiLevelType w:val="hybridMultilevel"/>
    <w:tmpl w:val="2AEC29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01E1FF6"/>
    <w:multiLevelType w:val="multilevel"/>
    <w:tmpl w:val="63C6213A"/>
    <w:lvl w:ilvl="0">
      <w:start w:val="1"/>
      <w:numFmt w:val="decimal"/>
      <w:pStyle w:val="SectionTitle"/>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18877EC"/>
    <w:multiLevelType w:val="hybridMultilevel"/>
    <w:tmpl w:val="710651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412D66"/>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34665A8"/>
    <w:multiLevelType w:val="hybridMultilevel"/>
    <w:tmpl w:val="5ACCA8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C25A45"/>
    <w:multiLevelType w:val="hybridMultilevel"/>
    <w:tmpl w:val="A1E416E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2047F4E"/>
    <w:multiLevelType w:val="singleLevel"/>
    <w:tmpl w:val="71042C9C"/>
    <w:lvl w:ilvl="0">
      <w:start w:val="1"/>
      <w:numFmt w:val="decimal"/>
      <w:lvlText w:val="%1."/>
      <w:lvlJc w:val="left"/>
      <w:pPr>
        <w:tabs>
          <w:tab w:val="num" w:pos="360"/>
        </w:tabs>
        <w:ind w:left="360" w:hanging="360"/>
      </w:pPr>
      <w:rPr>
        <w:rFonts w:hint="default"/>
      </w:rPr>
    </w:lvl>
  </w:abstractNum>
  <w:abstractNum w:abstractNumId="11" w15:restartNumberingAfterBreak="0">
    <w:nsid w:val="681D69DB"/>
    <w:multiLevelType w:val="singleLevel"/>
    <w:tmpl w:val="A7B2EB36"/>
    <w:lvl w:ilvl="0">
      <w:start w:val="1"/>
      <w:numFmt w:val="decimal"/>
      <w:lvlText w:val="%1."/>
      <w:lvlJc w:val="left"/>
      <w:pPr>
        <w:tabs>
          <w:tab w:val="num" w:pos="360"/>
        </w:tabs>
        <w:ind w:left="360" w:hanging="360"/>
      </w:pPr>
      <w:rPr>
        <w:rFonts w:hint="default"/>
      </w:rPr>
    </w:lvl>
  </w:abstractNum>
  <w:abstractNum w:abstractNumId="12" w15:restartNumberingAfterBreak="0">
    <w:nsid w:val="697F6B7E"/>
    <w:multiLevelType w:val="hybridMultilevel"/>
    <w:tmpl w:val="4196AAB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5C2811"/>
    <w:multiLevelType w:val="multilevel"/>
    <w:tmpl w:val="9AC857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3C341CF"/>
    <w:multiLevelType w:val="multilevel"/>
    <w:tmpl w:val="B0C85C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0"/>
  </w:num>
  <w:num w:numId="2">
    <w:abstractNumId w:val="11"/>
  </w:num>
  <w:num w:numId="3">
    <w:abstractNumId w:val="1"/>
  </w:num>
  <w:num w:numId="4">
    <w:abstractNumId w:val="14"/>
  </w:num>
  <w:num w:numId="5">
    <w:abstractNumId w:val="13"/>
  </w:num>
  <w:num w:numId="6">
    <w:abstractNumId w:val="3"/>
  </w:num>
  <w:num w:numId="7">
    <w:abstractNumId w:val="2"/>
  </w:num>
  <w:num w:numId="8">
    <w:abstractNumId w:val="5"/>
  </w:num>
  <w:num w:numId="9">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num>
  <w:num w:numId="12">
    <w:abstractNumId w:val="4"/>
  </w:num>
  <w:num w:numId="13">
    <w:abstractNumId w:val="12"/>
  </w:num>
  <w:num w:numId="14">
    <w:abstractNumId w:val="0"/>
  </w:num>
  <w:num w:numId="15">
    <w:abstractNumId w:val="8"/>
  </w:num>
  <w:num w:numId="16">
    <w:abstractNumId w:val="6"/>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style="mso-position-horizontal:center;mso-width-percent:400;mso-height-percent:200;mso-width-relative:margin;mso-height-relative:margin" fillcolor="white">
      <v:fill color="white"/>
      <v:textbox style="mso-fit-shape-to-text:t"/>
    </o:shapedefaults>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034"/>
    <w:rsid w:val="00016DE6"/>
    <w:rsid w:val="000373B6"/>
    <w:rsid w:val="0005364D"/>
    <w:rsid w:val="00077CA2"/>
    <w:rsid w:val="00092777"/>
    <w:rsid w:val="000939C0"/>
    <w:rsid w:val="000974F6"/>
    <w:rsid w:val="000A5B3C"/>
    <w:rsid w:val="000D00B9"/>
    <w:rsid w:val="000E44A4"/>
    <w:rsid w:val="00125076"/>
    <w:rsid w:val="001264DA"/>
    <w:rsid w:val="00131AB3"/>
    <w:rsid w:val="00154EBC"/>
    <w:rsid w:val="001639F9"/>
    <w:rsid w:val="00174C99"/>
    <w:rsid w:val="001760A1"/>
    <w:rsid w:val="00180AA9"/>
    <w:rsid w:val="00186D59"/>
    <w:rsid w:val="001A5F09"/>
    <w:rsid w:val="001B1AF0"/>
    <w:rsid w:val="001E7B2F"/>
    <w:rsid w:val="00207086"/>
    <w:rsid w:val="00216DFC"/>
    <w:rsid w:val="002347FB"/>
    <w:rsid w:val="00241796"/>
    <w:rsid w:val="00283F38"/>
    <w:rsid w:val="002B3971"/>
    <w:rsid w:val="002D5910"/>
    <w:rsid w:val="00323034"/>
    <w:rsid w:val="003452BD"/>
    <w:rsid w:val="003521DD"/>
    <w:rsid w:val="003B0130"/>
    <w:rsid w:val="003C1087"/>
    <w:rsid w:val="003E6E16"/>
    <w:rsid w:val="003E7B4F"/>
    <w:rsid w:val="0040702B"/>
    <w:rsid w:val="004133CA"/>
    <w:rsid w:val="004157F2"/>
    <w:rsid w:val="0042200D"/>
    <w:rsid w:val="004400BB"/>
    <w:rsid w:val="00442915"/>
    <w:rsid w:val="0046288B"/>
    <w:rsid w:val="00467CD2"/>
    <w:rsid w:val="00484335"/>
    <w:rsid w:val="004A68E3"/>
    <w:rsid w:val="004F5DA0"/>
    <w:rsid w:val="0050077E"/>
    <w:rsid w:val="00524EF2"/>
    <w:rsid w:val="005332D0"/>
    <w:rsid w:val="005548BA"/>
    <w:rsid w:val="00557FBA"/>
    <w:rsid w:val="00575E9C"/>
    <w:rsid w:val="005C797B"/>
    <w:rsid w:val="006015FF"/>
    <w:rsid w:val="0060548A"/>
    <w:rsid w:val="0061076D"/>
    <w:rsid w:val="00613D68"/>
    <w:rsid w:val="00626B66"/>
    <w:rsid w:val="006333D3"/>
    <w:rsid w:val="00662F46"/>
    <w:rsid w:val="00671AE0"/>
    <w:rsid w:val="006838E6"/>
    <w:rsid w:val="006A2908"/>
    <w:rsid w:val="006D4005"/>
    <w:rsid w:val="006D4D21"/>
    <w:rsid w:val="006E64F1"/>
    <w:rsid w:val="00733B4C"/>
    <w:rsid w:val="00747C81"/>
    <w:rsid w:val="007524E3"/>
    <w:rsid w:val="007535B1"/>
    <w:rsid w:val="00753FC6"/>
    <w:rsid w:val="007540C1"/>
    <w:rsid w:val="0075610E"/>
    <w:rsid w:val="0077049C"/>
    <w:rsid w:val="00782DBC"/>
    <w:rsid w:val="0078580E"/>
    <w:rsid w:val="007A001F"/>
    <w:rsid w:val="007A36D1"/>
    <w:rsid w:val="007A6D1C"/>
    <w:rsid w:val="007B6518"/>
    <w:rsid w:val="007C488E"/>
    <w:rsid w:val="007F6505"/>
    <w:rsid w:val="007F7E96"/>
    <w:rsid w:val="00800159"/>
    <w:rsid w:val="008109D3"/>
    <w:rsid w:val="008113E8"/>
    <w:rsid w:val="008305F5"/>
    <w:rsid w:val="008344ED"/>
    <w:rsid w:val="00853836"/>
    <w:rsid w:val="00861EED"/>
    <w:rsid w:val="00876C2C"/>
    <w:rsid w:val="00884D5C"/>
    <w:rsid w:val="008852E8"/>
    <w:rsid w:val="00894801"/>
    <w:rsid w:val="008A490F"/>
    <w:rsid w:val="008A6E9C"/>
    <w:rsid w:val="008B0DF1"/>
    <w:rsid w:val="008C544C"/>
    <w:rsid w:val="008F02F6"/>
    <w:rsid w:val="00901481"/>
    <w:rsid w:val="009331F3"/>
    <w:rsid w:val="00935D0A"/>
    <w:rsid w:val="00940E23"/>
    <w:rsid w:val="009506CB"/>
    <w:rsid w:val="0095232C"/>
    <w:rsid w:val="0095408F"/>
    <w:rsid w:val="00954AF1"/>
    <w:rsid w:val="0096273C"/>
    <w:rsid w:val="00982F9C"/>
    <w:rsid w:val="00990B34"/>
    <w:rsid w:val="00994274"/>
    <w:rsid w:val="00997225"/>
    <w:rsid w:val="00997F25"/>
    <w:rsid w:val="009A7EB2"/>
    <w:rsid w:val="009B1CF7"/>
    <w:rsid w:val="009E306E"/>
    <w:rsid w:val="009F1640"/>
    <w:rsid w:val="00A05AE2"/>
    <w:rsid w:val="00A07C97"/>
    <w:rsid w:val="00A25E7C"/>
    <w:rsid w:val="00A44176"/>
    <w:rsid w:val="00A458BC"/>
    <w:rsid w:val="00A53FB5"/>
    <w:rsid w:val="00A64528"/>
    <w:rsid w:val="00AA53CF"/>
    <w:rsid w:val="00AB413A"/>
    <w:rsid w:val="00AD3E17"/>
    <w:rsid w:val="00AF6342"/>
    <w:rsid w:val="00B201B2"/>
    <w:rsid w:val="00B20FF4"/>
    <w:rsid w:val="00B3340F"/>
    <w:rsid w:val="00B70CCE"/>
    <w:rsid w:val="00B9241B"/>
    <w:rsid w:val="00BB0CE1"/>
    <w:rsid w:val="00BE68CE"/>
    <w:rsid w:val="00BF6D84"/>
    <w:rsid w:val="00C153DF"/>
    <w:rsid w:val="00C223AF"/>
    <w:rsid w:val="00C31C53"/>
    <w:rsid w:val="00C35B7A"/>
    <w:rsid w:val="00C63A18"/>
    <w:rsid w:val="00C81029"/>
    <w:rsid w:val="00C87D45"/>
    <w:rsid w:val="00CC34B1"/>
    <w:rsid w:val="00CD3491"/>
    <w:rsid w:val="00CE111A"/>
    <w:rsid w:val="00D1266C"/>
    <w:rsid w:val="00D472E2"/>
    <w:rsid w:val="00D50C55"/>
    <w:rsid w:val="00D53C36"/>
    <w:rsid w:val="00D557C5"/>
    <w:rsid w:val="00D56F85"/>
    <w:rsid w:val="00D60098"/>
    <w:rsid w:val="00D83309"/>
    <w:rsid w:val="00D87A3D"/>
    <w:rsid w:val="00DB0191"/>
    <w:rsid w:val="00DB315D"/>
    <w:rsid w:val="00DB58DF"/>
    <w:rsid w:val="00E0079A"/>
    <w:rsid w:val="00E06B4C"/>
    <w:rsid w:val="00E10BFD"/>
    <w:rsid w:val="00E1314D"/>
    <w:rsid w:val="00E20F8E"/>
    <w:rsid w:val="00E224C0"/>
    <w:rsid w:val="00E60534"/>
    <w:rsid w:val="00E63923"/>
    <w:rsid w:val="00E66D27"/>
    <w:rsid w:val="00E86C1E"/>
    <w:rsid w:val="00EA0AC1"/>
    <w:rsid w:val="00EF1779"/>
    <w:rsid w:val="00F23827"/>
    <w:rsid w:val="00F60A85"/>
    <w:rsid w:val="00F618ED"/>
    <w:rsid w:val="00F87C42"/>
    <w:rsid w:val="00FA5889"/>
    <w:rsid w:val="00FB452E"/>
    <w:rsid w:val="00FB6E73"/>
    <w:rsid w:val="00FC387E"/>
    <w:rsid w:val="00FF0B93"/>
    <w:rsid w:val="00FF75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o:shapedefaults>
    <o:shapelayout v:ext="edit">
      <o:idmap v:ext="edit" data="2"/>
    </o:shapelayout>
  </w:shapeDefaults>
  <w:decimalSymbol w:val="."/>
  <w:listSeparator w:val=","/>
  <w14:docId w14:val="4FC96FCD"/>
  <w15:chartTrackingRefBased/>
  <w15:docId w15:val="{B1A088EF-54A5-4B9C-9CEA-DAFEFAA1F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53836"/>
    <w:rPr>
      <w:lang w:val="en-GB" w:eastAsia="en-US"/>
    </w:rPr>
  </w:style>
  <w:style w:type="paragraph" w:styleId="Ttulo1">
    <w:name w:val="heading 1"/>
    <w:basedOn w:val="Normal"/>
    <w:link w:val="Ttulo1Car"/>
    <w:uiPriority w:val="9"/>
    <w:qFormat/>
    <w:rsid w:val="00E10BFD"/>
    <w:pPr>
      <w:spacing w:before="100" w:beforeAutospacing="1" w:after="100" w:afterAutospacing="1"/>
      <w:outlineLvl w:val="0"/>
    </w:pPr>
    <w:rPr>
      <w:b/>
      <w:bCs/>
      <w:kern w:val="36"/>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leICSM">
    <w:name w:val="Title ICSM"/>
    <w:basedOn w:val="Normal"/>
    <w:pPr>
      <w:ind w:right="4608"/>
      <w:jc w:val="center"/>
    </w:pPr>
  </w:style>
  <w:style w:type="paragraph" w:styleId="Textonotapie">
    <w:name w:val="footnote text"/>
    <w:basedOn w:val="Normal"/>
    <w:semiHidden/>
  </w:style>
  <w:style w:type="character" w:styleId="Refdenotaalpie">
    <w:name w:val="footnote reference"/>
    <w:semiHidden/>
    <w:rPr>
      <w:vertAlign w:val="superscript"/>
    </w:rPr>
  </w:style>
  <w:style w:type="paragraph" w:styleId="Mapadeldocumento">
    <w:name w:val="Document Map"/>
    <w:basedOn w:val="Normal"/>
    <w:semiHidden/>
    <w:pPr>
      <w:shd w:val="clear" w:color="auto" w:fill="000080"/>
    </w:pPr>
    <w:rPr>
      <w:rFonts w:ascii="Tahoma" w:hAnsi="Tahoma"/>
    </w:rPr>
  </w:style>
  <w:style w:type="paragraph" w:customStyle="1" w:styleId="icsmbodytext">
    <w:name w:val="icsm_bodytext"/>
    <w:basedOn w:val="Normal"/>
    <w:pPr>
      <w:ind w:firstLine="240"/>
      <w:jc w:val="both"/>
    </w:pPr>
  </w:style>
  <w:style w:type="paragraph" w:customStyle="1" w:styleId="icsmheading1">
    <w:name w:val="icsm_heading1"/>
    <w:basedOn w:val="Normal"/>
    <w:pPr>
      <w:spacing w:before="480" w:after="240"/>
    </w:pPr>
    <w:rPr>
      <w:b/>
    </w:rPr>
  </w:style>
  <w:style w:type="paragraph" w:customStyle="1" w:styleId="icsmheading2">
    <w:name w:val="icsm_heading2"/>
    <w:basedOn w:val="Normal"/>
    <w:pPr>
      <w:spacing w:before="240" w:after="240"/>
    </w:pPr>
    <w:rPr>
      <w:i/>
    </w:rPr>
  </w:style>
  <w:style w:type="paragraph" w:customStyle="1" w:styleId="icsmtabletext">
    <w:name w:val="icsm_tabletext"/>
    <w:basedOn w:val="icsmbodytext"/>
    <w:pPr>
      <w:spacing w:before="40"/>
      <w:ind w:firstLine="0"/>
      <w:jc w:val="left"/>
    </w:pPr>
    <w:rPr>
      <w:sz w:val="16"/>
    </w:rPr>
  </w:style>
  <w:style w:type="paragraph" w:customStyle="1" w:styleId="icsmtablecaption">
    <w:name w:val="icsm_tablecaption"/>
    <w:basedOn w:val="Normal"/>
    <w:pPr>
      <w:spacing w:after="80"/>
    </w:pPr>
    <w:rPr>
      <w:sz w:val="16"/>
    </w:rPr>
  </w:style>
  <w:style w:type="paragraph" w:customStyle="1" w:styleId="icsmtableno">
    <w:name w:val="icsm_tableno"/>
    <w:basedOn w:val="Normal"/>
    <w:rPr>
      <w:sz w:val="16"/>
    </w:rPr>
  </w:style>
  <w:style w:type="paragraph" w:customStyle="1" w:styleId="icsmtablefootnote">
    <w:name w:val="icsm_tablefootnote"/>
    <w:basedOn w:val="icsmtabletext"/>
    <w:pPr>
      <w:ind w:firstLine="238"/>
    </w:pPr>
  </w:style>
  <w:style w:type="paragraph" w:customStyle="1" w:styleId="icsmfigurecaption">
    <w:name w:val="icsm_figurecaption"/>
    <w:basedOn w:val="Normal"/>
    <w:pPr>
      <w:spacing w:before="200" w:after="240"/>
      <w:jc w:val="center"/>
    </w:pPr>
    <w:rPr>
      <w:sz w:val="16"/>
    </w:rPr>
  </w:style>
  <w:style w:type="paragraph" w:customStyle="1" w:styleId="icsmtitle">
    <w:name w:val="icsm_title"/>
    <w:basedOn w:val="Normal"/>
    <w:pPr>
      <w:spacing w:before="2160" w:after="240"/>
      <w:jc w:val="center"/>
    </w:pPr>
    <w:rPr>
      <w:sz w:val="34"/>
    </w:rPr>
  </w:style>
  <w:style w:type="paragraph" w:customStyle="1" w:styleId="icsmauthors">
    <w:name w:val="icsm_authors"/>
    <w:basedOn w:val="Normal"/>
    <w:pPr>
      <w:spacing w:after="160"/>
      <w:jc w:val="center"/>
    </w:pPr>
    <w:rPr>
      <w:sz w:val="26"/>
    </w:rPr>
  </w:style>
  <w:style w:type="paragraph" w:customStyle="1" w:styleId="icsmaddresses">
    <w:name w:val="icsm_addresses"/>
    <w:basedOn w:val="Normal"/>
    <w:link w:val="icsmaddressesCar"/>
    <w:pPr>
      <w:spacing w:after="120"/>
      <w:jc w:val="center"/>
    </w:pPr>
    <w:rPr>
      <w:i/>
      <w:sz w:val="16"/>
    </w:rPr>
  </w:style>
  <w:style w:type="paragraph" w:customStyle="1" w:styleId="icsmhistory">
    <w:name w:val="icsm_history"/>
    <w:basedOn w:val="Normal"/>
    <w:pPr>
      <w:spacing w:after="200"/>
      <w:jc w:val="center"/>
    </w:pPr>
    <w:rPr>
      <w:sz w:val="16"/>
    </w:rPr>
  </w:style>
  <w:style w:type="paragraph" w:customStyle="1" w:styleId="icsmabstracttitle">
    <w:name w:val="icsm_abstracttitle"/>
    <w:basedOn w:val="Normal"/>
    <w:pPr>
      <w:pBdr>
        <w:top w:val="single" w:sz="8" w:space="1" w:color="auto"/>
      </w:pBdr>
      <w:spacing w:after="220"/>
    </w:pPr>
    <w:rPr>
      <w:b/>
      <w:sz w:val="18"/>
    </w:rPr>
  </w:style>
  <w:style w:type="paragraph" w:customStyle="1" w:styleId="icsmabstract">
    <w:name w:val="icsm_abstract"/>
    <w:basedOn w:val="Normal"/>
    <w:pPr>
      <w:spacing w:after="220"/>
      <w:ind w:firstLine="240"/>
      <w:jc w:val="both"/>
    </w:pPr>
    <w:rPr>
      <w:sz w:val="18"/>
    </w:rPr>
  </w:style>
  <w:style w:type="paragraph" w:customStyle="1" w:styleId="icsmkeywords">
    <w:name w:val="icsm_keywords"/>
    <w:basedOn w:val="Normal"/>
    <w:link w:val="icsmkeywordsCar"/>
    <w:pPr>
      <w:jc w:val="both"/>
    </w:pPr>
    <w:rPr>
      <w:sz w:val="16"/>
    </w:rPr>
  </w:style>
  <w:style w:type="paragraph" w:customStyle="1" w:styleId="icsmequations">
    <w:name w:val="icsm_equations"/>
    <w:basedOn w:val="Normal"/>
  </w:style>
  <w:style w:type="paragraph" w:customStyle="1" w:styleId="icsmreferences">
    <w:name w:val="icsm_references"/>
    <w:basedOn w:val="Normal"/>
    <w:pPr>
      <w:ind w:left="240" w:hanging="240"/>
    </w:pPr>
    <w:rPr>
      <w:sz w:val="16"/>
    </w:rPr>
  </w:style>
  <w:style w:type="paragraph" w:customStyle="1" w:styleId="icsmheading3">
    <w:name w:val="icsm_heading3"/>
    <w:basedOn w:val="Normal"/>
    <w:pPr>
      <w:spacing w:before="240"/>
    </w:pPr>
    <w:rPr>
      <w:i/>
    </w:rPr>
  </w:style>
  <w:style w:type="paragraph" w:customStyle="1" w:styleId="op2005">
    <w:name w:val="op_2005"/>
    <w:basedOn w:val="icsmhistory"/>
    <w:pPr>
      <w:tabs>
        <w:tab w:val="left" w:pos="2520"/>
      </w:tabs>
    </w:pPr>
  </w:style>
  <w:style w:type="paragraph" w:customStyle="1" w:styleId="icsmfootnote">
    <w:name w:val="icsm_footnote"/>
    <w:basedOn w:val="Textonotapie"/>
    <w:pPr>
      <w:ind w:firstLine="238"/>
    </w:pPr>
    <w:rPr>
      <w:sz w:val="16"/>
    </w:rPr>
  </w:style>
  <w:style w:type="paragraph" w:customStyle="1" w:styleId="Els-logo">
    <w:name w:val="Els-logo"/>
    <w:rsid w:val="00C35B7A"/>
    <w:pPr>
      <w:jc w:val="center"/>
    </w:pPr>
    <w:rPr>
      <w:noProof/>
      <w:lang w:val="es-ES" w:eastAsia="es-ES"/>
    </w:rPr>
  </w:style>
  <w:style w:type="paragraph" w:customStyle="1" w:styleId="Els-journal">
    <w:name w:val="Els-journal"/>
    <w:rsid w:val="00C35B7A"/>
    <w:pPr>
      <w:pBdr>
        <w:top w:val="thinThickLargeGap" w:sz="12" w:space="4" w:color="auto"/>
        <w:bottom w:val="thickThinLargeGap" w:sz="12" w:space="1" w:color="auto"/>
      </w:pBdr>
      <w:jc w:val="center"/>
    </w:pPr>
    <w:rPr>
      <w:noProof/>
      <w:lang w:val="es-ES" w:eastAsia="es-ES"/>
    </w:rPr>
  </w:style>
  <w:style w:type="paragraph" w:styleId="Textodeglobo">
    <w:name w:val="Balloon Text"/>
    <w:basedOn w:val="Normal"/>
    <w:link w:val="TextodegloboCar"/>
    <w:uiPriority w:val="99"/>
    <w:semiHidden/>
    <w:unhideWhenUsed/>
    <w:rsid w:val="00C35B7A"/>
    <w:rPr>
      <w:rFonts w:ascii="Tahoma" w:hAnsi="Tahoma" w:cs="Tahoma"/>
      <w:sz w:val="16"/>
      <w:szCs w:val="16"/>
    </w:rPr>
  </w:style>
  <w:style w:type="character" w:customStyle="1" w:styleId="TextodegloboCar">
    <w:name w:val="Texto de globo Car"/>
    <w:link w:val="Textodeglobo"/>
    <w:uiPriority w:val="99"/>
    <w:semiHidden/>
    <w:rsid w:val="00C35B7A"/>
    <w:rPr>
      <w:rFonts w:ascii="Tahoma" w:hAnsi="Tahoma" w:cs="Tahoma"/>
      <w:sz w:val="16"/>
      <w:szCs w:val="16"/>
      <w:lang w:val="en-GB" w:eastAsia="en-US"/>
    </w:rPr>
  </w:style>
  <w:style w:type="paragraph" w:styleId="Encabezado">
    <w:name w:val="header"/>
    <w:basedOn w:val="Normal"/>
    <w:link w:val="EncabezadoCar"/>
    <w:uiPriority w:val="99"/>
    <w:unhideWhenUsed/>
    <w:rsid w:val="000939C0"/>
    <w:pPr>
      <w:tabs>
        <w:tab w:val="center" w:pos="4252"/>
        <w:tab w:val="right" w:pos="8504"/>
      </w:tabs>
    </w:pPr>
  </w:style>
  <w:style w:type="character" w:customStyle="1" w:styleId="EncabezadoCar">
    <w:name w:val="Encabezado Car"/>
    <w:link w:val="Encabezado"/>
    <w:uiPriority w:val="99"/>
    <w:rsid w:val="000939C0"/>
    <w:rPr>
      <w:lang w:val="en-GB" w:eastAsia="en-US"/>
    </w:rPr>
  </w:style>
  <w:style w:type="paragraph" w:styleId="Piedepgina">
    <w:name w:val="footer"/>
    <w:basedOn w:val="Normal"/>
    <w:link w:val="PiedepginaCar"/>
    <w:uiPriority w:val="99"/>
    <w:unhideWhenUsed/>
    <w:rsid w:val="000939C0"/>
    <w:pPr>
      <w:tabs>
        <w:tab w:val="center" w:pos="4252"/>
        <w:tab w:val="right" w:pos="8504"/>
      </w:tabs>
    </w:pPr>
  </w:style>
  <w:style w:type="character" w:customStyle="1" w:styleId="PiedepginaCar">
    <w:name w:val="Pie de página Car"/>
    <w:link w:val="Piedepgina"/>
    <w:uiPriority w:val="99"/>
    <w:rsid w:val="000939C0"/>
    <w:rPr>
      <w:lang w:val="en-GB" w:eastAsia="en-US"/>
    </w:rPr>
  </w:style>
  <w:style w:type="table" w:styleId="Tablaconcuadrcula">
    <w:name w:val="Table Grid"/>
    <w:basedOn w:val="Tablanormal"/>
    <w:uiPriority w:val="39"/>
    <w:rsid w:val="00352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6838E6"/>
    <w:rPr>
      <w:color w:val="0000FF"/>
      <w:u w:val="single"/>
    </w:rPr>
  </w:style>
  <w:style w:type="paragraph" w:customStyle="1" w:styleId="Text">
    <w:name w:val="Text"/>
    <w:basedOn w:val="Normal"/>
    <w:link w:val="TextCar"/>
    <w:rsid w:val="009E306E"/>
    <w:pPr>
      <w:widowControl w:val="0"/>
      <w:autoSpaceDE w:val="0"/>
      <w:autoSpaceDN w:val="0"/>
      <w:jc w:val="both"/>
    </w:pPr>
    <w:rPr>
      <w:sz w:val="19"/>
      <w:lang w:val="es-ES"/>
    </w:rPr>
  </w:style>
  <w:style w:type="paragraph" w:customStyle="1" w:styleId="RIAITexto">
    <w:name w:val="RIAI Texto"/>
    <w:basedOn w:val="Text"/>
    <w:link w:val="RIAITextoCar"/>
    <w:rsid w:val="009E306E"/>
  </w:style>
  <w:style w:type="character" w:customStyle="1" w:styleId="TextCar">
    <w:name w:val="Text Car"/>
    <w:link w:val="Text"/>
    <w:rsid w:val="009E306E"/>
    <w:rPr>
      <w:sz w:val="19"/>
      <w:lang w:eastAsia="en-US"/>
    </w:rPr>
  </w:style>
  <w:style w:type="character" w:customStyle="1" w:styleId="RIAITextoCar">
    <w:name w:val="RIAI Texto Car"/>
    <w:link w:val="RIAITexto"/>
    <w:rsid w:val="009E306E"/>
  </w:style>
  <w:style w:type="paragraph" w:customStyle="1" w:styleId="SubsectionTitle">
    <w:name w:val="Subsection Title"/>
    <w:basedOn w:val="Normal"/>
    <w:link w:val="SubsectionTitleCharChar"/>
    <w:autoRedefine/>
    <w:rsid w:val="00077CA2"/>
    <w:pPr>
      <w:tabs>
        <w:tab w:val="left" w:pos="-1161"/>
        <w:tab w:val="left" w:pos="-720"/>
        <w:tab w:val="left" w:pos="0"/>
        <w:tab w:val="left" w:pos="1440"/>
      </w:tabs>
      <w:spacing w:before="140" w:after="140"/>
      <w:ind w:left="357" w:hanging="357"/>
    </w:pPr>
    <w:rPr>
      <w:i/>
    </w:rPr>
  </w:style>
  <w:style w:type="character" w:customStyle="1" w:styleId="SubsectionTitleCharChar">
    <w:name w:val="Subsection Title Char Char"/>
    <w:link w:val="SubsectionTitle"/>
    <w:rsid w:val="00077CA2"/>
    <w:rPr>
      <w:i/>
      <w:lang w:val="en-GB" w:eastAsia="en-US"/>
    </w:rPr>
  </w:style>
  <w:style w:type="paragraph" w:customStyle="1" w:styleId="Style10ptJustified">
    <w:name w:val="Style 10 pt Justified"/>
    <w:basedOn w:val="Normal"/>
    <w:link w:val="Style10ptJustifiedChar"/>
    <w:autoRedefine/>
    <w:rsid w:val="000373B6"/>
    <w:pPr>
      <w:snapToGrid w:val="0"/>
      <w:spacing w:before="40" w:after="120"/>
      <w:jc w:val="both"/>
    </w:pPr>
    <w:rPr>
      <w:iCs/>
      <w:sz w:val="16"/>
      <w:szCs w:val="16"/>
      <w:lang w:val="es-ES"/>
    </w:rPr>
  </w:style>
  <w:style w:type="character" w:customStyle="1" w:styleId="Style10ptJustifiedChar">
    <w:name w:val="Style 10 pt Justified Char"/>
    <w:link w:val="Style10ptJustified"/>
    <w:rsid w:val="000373B6"/>
    <w:rPr>
      <w:iCs/>
      <w:sz w:val="16"/>
      <w:szCs w:val="16"/>
      <w:lang w:eastAsia="en-US"/>
    </w:rPr>
  </w:style>
  <w:style w:type="paragraph" w:customStyle="1" w:styleId="RIAISubtitulodeSeccion">
    <w:name w:val="RIAI Subtitulo de Seccion"/>
    <w:basedOn w:val="SubsectionTitle"/>
    <w:link w:val="RIAISubtitulodeSeccionCar"/>
    <w:rsid w:val="009E306E"/>
    <w:rPr>
      <w:iCs/>
      <w:sz w:val="19"/>
    </w:rPr>
  </w:style>
  <w:style w:type="character" w:customStyle="1" w:styleId="RIAISubtitulodeSeccionCar">
    <w:name w:val="RIAI Subtitulo de Seccion Car"/>
    <w:link w:val="RIAISubtitulodeSeccion"/>
    <w:rsid w:val="009E306E"/>
    <w:rPr>
      <w:i/>
      <w:iCs/>
      <w:sz w:val="19"/>
      <w:lang w:val="en-GB" w:eastAsia="en-US"/>
    </w:rPr>
  </w:style>
  <w:style w:type="paragraph" w:styleId="Descripcin">
    <w:name w:val="caption"/>
    <w:aliases w:val="Titulo"/>
    <w:basedOn w:val="Normal"/>
    <w:next w:val="Normal"/>
    <w:autoRedefine/>
    <w:rsid w:val="00894801"/>
    <w:pPr>
      <w:spacing w:before="120" w:after="120"/>
      <w:jc w:val="center"/>
    </w:pPr>
    <w:rPr>
      <w:sz w:val="30"/>
      <w:lang w:val="en-US"/>
    </w:rPr>
  </w:style>
  <w:style w:type="paragraph" w:customStyle="1" w:styleId="SectionTitle">
    <w:name w:val="Section Title"/>
    <w:basedOn w:val="Normal"/>
    <w:autoRedefine/>
    <w:rsid w:val="007A001F"/>
    <w:pPr>
      <w:numPr>
        <w:numId w:val="8"/>
      </w:numPr>
      <w:snapToGrid w:val="0"/>
      <w:spacing w:before="120" w:after="120"/>
      <w:jc w:val="center"/>
    </w:pPr>
    <w:rPr>
      <w:lang w:val="es-ES"/>
    </w:rPr>
  </w:style>
  <w:style w:type="paragraph" w:customStyle="1" w:styleId="Equation">
    <w:name w:val="Equation"/>
    <w:basedOn w:val="Normal"/>
    <w:next w:val="Normal"/>
    <w:rsid w:val="007A001F"/>
    <w:pPr>
      <w:widowControl w:val="0"/>
      <w:tabs>
        <w:tab w:val="right" w:pos="5040"/>
      </w:tabs>
      <w:autoSpaceDE w:val="0"/>
      <w:autoSpaceDN w:val="0"/>
      <w:spacing w:line="252" w:lineRule="auto"/>
      <w:jc w:val="both"/>
    </w:pPr>
    <w:rPr>
      <w:lang w:val="en-US"/>
    </w:rPr>
  </w:style>
  <w:style w:type="paragraph" w:customStyle="1" w:styleId="RIAITitulodeseccion">
    <w:name w:val="RIAI Titulo de seccion"/>
    <w:basedOn w:val="SectionTitle"/>
    <w:rsid w:val="007A001F"/>
    <w:rPr>
      <w:sz w:val="19"/>
    </w:rPr>
  </w:style>
  <w:style w:type="character" w:styleId="Refdecomentario">
    <w:name w:val="annotation reference"/>
    <w:uiPriority w:val="99"/>
    <w:semiHidden/>
    <w:unhideWhenUsed/>
    <w:rsid w:val="00EA0AC1"/>
    <w:rPr>
      <w:sz w:val="16"/>
      <w:szCs w:val="16"/>
    </w:rPr>
  </w:style>
  <w:style w:type="paragraph" w:styleId="Textocomentario">
    <w:name w:val="annotation text"/>
    <w:basedOn w:val="Normal"/>
    <w:link w:val="TextocomentarioCar"/>
    <w:uiPriority w:val="99"/>
    <w:semiHidden/>
    <w:unhideWhenUsed/>
    <w:rsid w:val="00EA0AC1"/>
  </w:style>
  <w:style w:type="character" w:customStyle="1" w:styleId="TextocomentarioCar">
    <w:name w:val="Texto comentario Car"/>
    <w:link w:val="Textocomentario"/>
    <w:uiPriority w:val="99"/>
    <w:semiHidden/>
    <w:rsid w:val="00EA0AC1"/>
    <w:rPr>
      <w:lang w:val="en-GB" w:eastAsia="en-US"/>
    </w:rPr>
  </w:style>
  <w:style w:type="paragraph" w:styleId="Asuntodelcomentario">
    <w:name w:val="annotation subject"/>
    <w:basedOn w:val="Textocomentario"/>
    <w:next w:val="Textocomentario"/>
    <w:link w:val="AsuntodelcomentarioCar"/>
    <w:uiPriority w:val="99"/>
    <w:semiHidden/>
    <w:unhideWhenUsed/>
    <w:rsid w:val="00EA0AC1"/>
    <w:rPr>
      <w:b/>
      <w:bCs/>
    </w:rPr>
  </w:style>
  <w:style w:type="character" w:customStyle="1" w:styleId="AsuntodelcomentarioCar">
    <w:name w:val="Asunto del comentario Car"/>
    <w:link w:val="Asuntodelcomentario"/>
    <w:uiPriority w:val="99"/>
    <w:semiHidden/>
    <w:rsid w:val="00EA0AC1"/>
    <w:rPr>
      <w:b/>
      <w:bCs/>
      <w:lang w:val="en-GB" w:eastAsia="en-US"/>
    </w:rPr>
  </w:style>
  <w:style w:type="table" w:styleId="Listamedia2">
    <w:name w:val="Medium List 2"/>
    <w:basedOn w:val="Tablanormal"/>
    <w:uiPriority w:val="66"/>
    <w:rsid w:val="007A6D1C"/>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customStyle="1" w:styleId="TipoTituloRIAI">
    <w:name w:val="Tipo Titulo RIAI"/>
    <w:basedOn w:val="icsmtitle"/>
    <w:rsid w:val="008109D3"/>
    <w:pPr>
      <w:spacing w:before="100" w:beforeAutospacing="1" w:after="0"/>
    </w:pPr>
    <w:rPr>
      <w:sz w:val="30"/>
      <w:szCs w:val="30"/>
      <w:lang w:val="es-ES"/>
    </w:rPr>
  </w:style>
  <w:style w:type="paragraph" w:customStyle="1" w:styleId="TipoSeccinRIAI">
    <w:name w:val="Tipo Sección RIAI"/>
    <w:basedOn w:val="icsmheading1"/>
    <w:rsid w:val="008109D3"/>
    <w:pPr>
      <w:numPr>
        <w:numId w:val="6"/>
      </w:numPr>
      <w:spacing w:before="0"/>
      <w:outlineLvl w:val="0"/>
    </w:pPr>
    <w:rPr>
      <w:sz w:val="19"/>
      <w:szCs w:val="19"/>
      <w:lang w:val="es-ES"/>
    </w:rPr>
  </w:style>
  <w:style w:type="paragraph" w:customStyle="1" w:styleId="TipoSubseccinRIAI">
    <w:name w:val="Tipo Subsección RIAI"/>
    <w:basedOn w:val="icsmheading2"/>
    <w:rsid w:val="008109D3"/>
    <w:pPr>
      <w:numPr>
        <w:ilvl w:val="1"/>
        <w:numId w:val="6"/>
      </w:numPr>
    </w:pPr>
    <w:rPr>
      <w:sz w:val="19"/>
      <w:szCs w:val="19"/>
      <w:lang w:val="es-ES"/>
    </w:rPr>
  </w:style>
  <w:style w:type="paragraph" w:customStyle="1" w:styleId="TipoFiguraRIAI">
    <w:name w:val="Tipo Figura RIAI"/>
    <w:basedOn w:val="Style10ptJustified"/>
    <w:rsid w:val="008109D3"/>
  </w:style>
  <w:style w:type="paragraph" w:customStyle="1" w:styleId="TipoTablaRIAI">
    <w:name w:val="Tipo Tabla RIAI"/>
    <w:basedOn w:val="Descripcin"/>
    <w:rsid w:val="008109D3"/>
    <w:pPr>
      <w:keepNext/>
    </w:pPr>
    <w:rPr>
      <w:b/>
      <w:sz w:val="16"/>
      <w:szCs w:val="19"/>
      <w:lang w:val="es-ES"/>
    </w:rPr>
  </w:style>
  <w:style w:type="paragraph" w:customStyle="1" w:styleId="ReferenciasBibligrficas">
    <w:name w:val="Referencias Bibligráficas"/>
    <w:basedOn w:val="icsmheading1"/>
    <w:autoRedefine/>
    <w:qFormat/>
    <w:rsid w:val="00C81029"/>
    <w:pPr>
      <w:spacing w:before="120" w:after="120"/>
      <w:ind w:left="227" w:hanging="227"/>
    </w:pPr>
    <w:rPr>
      <w:b w:val="0"/>
      <w:sz w:val="16"/>
      <w:szCs w:val="16"/>
      <w:lang w:val="es-ES"/>
    </w:rPr>
  </w:style>
  <w:style w:type="paragraph" w:customStyle="1" w:styleId="TipoApndiceRIAI">
    <w:name w:val="Tipo Apéndice RIAI"/>
    <w:basedOn w:val="icsmheading1"/>
    <w:rsid w:val="008109D3"/>
    <w:rPr>
      <w:sz w:val="19"/>
      <w:szCs w:val="19"/>
      <w:lang w:val="es-ES"/>
    </w:rPr>
  </w:style>
  <w:style w:type="paragraph" w:customStyle="1" w:styleId="TipoSubapndiceRIAI">
    <w:name w:val="Tipo Subapéndice RIAI"/>
    <w:basedOn w:val="SubsectionTitle"/>
    <w:rsid w:val="008109D3"/>
    <w:rPr>
      <w:lang w:val="es-ES"/>
    </w:rPr>
  </w:style>
  <w:style w:type="table" w:styleId="Tablanormal1">
    <w:name w:val="Plain Table 1"/>
    <w:basedOn w:val="Tablanormal"/>
    <w:uiPriority w:val="41"/>
    <w:rsid w:val="0090148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9014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TMLconformatoprevio">
    <w:name w:val="HTML Preformatted"/>
    <w:basedOn w:val="Normal"/>
    <w:link w:val="HTMLconformatoprevioCar"/>
    <w:uiPriority w:val="99"/>
    <w:unhideWhenUsed/>
    <w:rsid w:val="00D87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MX" w:eastAsia="es-MX"/>
    </w:rPr>
  </w:style>
  <w:style w:type="character" w:customStyle="1" w:styleId="HTMLconformatoprevioCar">
    <w:name w:val="HTML con formato previo Car"/>
    <w:basedOn w:val="Fuentedeprrafopredeter"/>
    <w:link w:val="HTMLconformatoprevio"/>
    <w:uiPriority w:val="99"/>
    <w:rsid w:val="00D87A3D"/>
    <w:rPr>
      <w:rFonts w:ascii="Courier New" w:hAnsi="Courier New" w:cs="Courier New"/>
    </w:rPr>
  </w:style>
  <w:style w:type="paragraph" w:styleId="Prrafodelista">
    <w:name w:val="List Paragraph"/>
    <w:basedOn w:val="Normal"/>
    <w:uiPriority w:val="34"/>
    <w:rsid w:val="00D87A3D"/>
    <w:pPr>
      <w:spacing w:after="160" w:line="259" w:lineRule="auto"/>
      <w:ind w:left="720"/>
      <w:contextualSpacing/>
    </w:pPr>
    <w:rPr>
      <w:rFonts w:asciiTheme="minorHAnsi" w:eastAsiaTheme="minorHAnsi" w:hAnsiTheme="minorHAnsi" w:cstheme="minorBidi"/>
      <w:sz w:val="22"/>
      <w:szCs w:val="22"/>
      <w:lang w:val="es-MX"/>
    </w:rPr>
  </w:style>
  <w:style w:type="character" w:styleId="Textodelmarcadordeposicin">
    <w:name w:val="Placeholder Text"/>
    <w:basedOn w:val="Fuentedeprrafopredeter"/>
    <w:uiPriority w:val="99"/>
    <w:semiHidden/>
    <w:rsid w:val="00C63A18"/>
    <w:rPr>
      <w:color w:val="808080"/>
    </w:rPr>
  </w:style>
  <w:style w:type="character" w:customStyle="1" w:styleId="topic-highlight">
    <w:name w:val="topic-highlight"/>
    <w:basedOn w:val="Fuentedeprrafopredeter"/>
    <w:rsid w:val="00876C2C"/>
  </w:style>
  <w:style w:type="character" w:customStyle="1" w:styleId="highlight">
    <w:name w:val="highlight"/>
    <w:basedOn w:val="Fuentedeprrafopredeter"/>
    <w:rsid w:val="00876C2C"/>
  </w:style>
  <w:style w:type="paragraph" w:customStyle="1" w:styleId="Default">
    <w:name w:val="Default"/>
    <w:rsid w:val="007524E3"/>
    <w:pPr>
      <w:autoSpaceDE w:val="0"/>
      <w:autoSpaceDN w:val="0"/>
      <w:adjustRightInd w:val="0"/>
    </w:pPr>
    <w:rPr>
      <w:rFonts w:eastAsiaTheme="minorHAnsi"/>
      <w:color w:val="000000"/>
      <w:sz w:val="24"/>
      <w:szCs w:val="24"/>
      <w:lang w:eastAsia="en-US"/>
    </w:rPr>
  </w:style>
  <w:style w:type="character" w:styleId="Mencinsinresolver">
    <w:name w:val="Unresolved Mention"/>
    <w:basedOn w:val="Fuentedeprrafopredeter"/>
    <w:uiPriority w:val="99"/>
    <w:semiHidden/>
    <w:unhideWhenUsed/>
    <w:rsid w:val="007524E3"/>
    <w:rPr>
      <w:color w:val="605E5C"/>
      <w:shd w:val="clear" w:color="auto" w:fill="E1DFDD"/>
    </w:rPr>
  </w:style>
  <w:style w:type="paragraph" w:styleId="Sinespaciado">
    <w:name w:val="No Spacing"/>
    <w:link w:val="SinespaciadoCar"/>
    <w:uiPriority w:val="1"/>
    <w:rsid w:val="00782DBC"/>
    <w:rPr>
      <w:rFonts w:asciiTheme="minorHAnsi" w:eastAsiaTheme="minorHAnsi" w:hAnsiTheme="minorHAnsi" w:cstheme="minorBidi"/>
      <w:sz w:val="22"/>
      <w:szCs w:val="22"/>
      <w:lang w:val="es-419" w:eastAsia="en-US"/>
    </w:rPr>
  </w:style>
  <w:style w:type="paragraph" w:styleId="Subttulo">
    <w:name w:val="Subtitle"/>
    <w:basedOn w:val="Normal"/>
    <w:next w:val="Normal"/>
    <w:link w:val="SubttuloCar"/>
    <w:autoRedefine/>
    <w:uiPriority w:val="11"/>
    <w:rsid w:val="00894801"/>
    <w:pPr>
      <w:numPr>
        <w:ilvl w:val="1"/>
      </w:numPr>
      <w:spacing w:after="160"/>
      <w:jc w:val="center"/>
    </w:pPr>
    <w:rPr>
      <w:rFonts w:eastAsiaTheme="minorEastAsia" w:cstheme="minorBidi"/>
      <w:color w:val="000000" w:themeColor="text1"/>
      <w:spacing w:val="15"/>
      <w:sz w:val="26"/>
      <w:szCs w:val="22"/>
      <w:lang w:val="es-MX"/>
    </w:rPr>
  </w:style>
  <w:style w:type="character" w:customStyle="1" w:styleId="SubttuloCar">
    <w:name w:val="Subtítulo Car"/>
    <w:basedOn w:val="Fuentedeprrafopredeter"/>
    <w:link w:val="Subttulo"/>
    <w:uiPriority w:val="11"/>
    <w:rsid w:val="00894801"/>
    <w:rPr>
      <w:rFonts w:eastAsiaTheme="minorEastAsia" w:cstheme="minorBidi"/>
      <w:color w:val="000000" w:themeColor="text1"/>
      <w:spacing w:val="15"/>
      <w:sz w:val="26"/>
      <w:szCs w:val="22"/>
      <w:lang w:eastAsia="en-US"/>
    </w:rPr>
  </w:style>
  <w:style w:type="paragraph" w:customStyle="1" w:styleId="Subtituloprincipal">
    <w:name w:val="Subtitulo principal"/>
    <w:basedOn w:val="Normal"/>
    <w:autoRedefine/>
    <w:qFormat/>
    <w:rsid w:val="0046288B"/>
    <w:pPr>
      <w:spacing w:before="120" w:after="120"/>
      <w:jc w:val="center"/>
    </w:pPr>
    <w:rPr>
      <w:rFonts w:eastAsiaTheme="minorEastAsia"/>
      <w:color w:val="000000" w:themeColor="text1"/>
      <w:sz w:val="30"/>
    </w:rPr>
  </w:style>
  <w:style w:type="paragraph" w:customStyle="1" w:styleId="Ttuloprincipal">
    <w:name w:val="Título principal"/>
    <w:basedOn w:val="Normal"/>
    <w:rsid w:val="008A6E9C"/>
    <w:pPr>
      <w:spacing w:before="120" w:after="120"/>
      <w:jc w:val="center"/>
    </w:pPr>
    <w:rPr>
      <w:sz w:val="30"/>
    </w:rPr>
  </w:style>
  <w:style w:type="paragraph" w:customStyle="1" w:styleId="TituloPrincipal">
    <w:name w:val="Titulo Principal"/>
    <w:basedOn w:val="Normal"/>
    <w:link w:val="TituloPrincipalCar"/>
    <w:autoRedefine/>
    <w:qFormat/>
    <w:rsid w:val="00AD3E17"/>
    <w:pPr>
      <w:spacing w:before="120" w:after="120"/>
      <w:jc w:val="center"/>
    </w:pPr>
    <w:rPr>
      <w:sz w:val="30"/>
      <w:lang w:val="en-US"/>
    </w:rPr>
  </w:style>
  <w:style w:type="paragraph" w:customStyle="1" w:styleId="Autores">
    <w:name w:val="Autores"/>
    <w:basedOn w:val="icsmaddresses"/>
    <w:link w:val="AutoresCar"/>
    <w:autoRedefine/>
    <w:qFormat/>
    <w:rsid w:val="002347FB"/>
    <w:pPr>
      <w:spacing w:after="0"/>
    </w:pPr>
    <w:rPr>
      <w:sz w:val="26"/>
      <w:szCs w:val="26"/>
      <w:lang w:val="es-MX"/>
    </w:rPr>
  </w:style>
  <w:style w:type="paragraph" w:customStyle="1" w:styleId="Correspondencia">
    <w:name w:val="Correspondencia"/>
    <w:basedOn w:val="Normal"/>
    <w:link w:val="CorrespondenciaCar"/>
    <w:qFormat/>
    <w:rsid w:val="00A53FB5"/>
    <w:pPr>
      <w:spacing w:before="120" w:after="120" w:line="360" w:lineRule="auto"/>
      <w:jc w:val="center"/>
    </w:pPr>
    <w:rPr>
      <w:rFonts w:ascii="Arial" w:hAnsi="Arial" w:cs="Arial"/>
      <w:i/>
      <w:sz w:val="18"/>
      <w:lang w:val="es-MX" w:eastAsia="es-MX"/>
    </w:rPr>
  </w:style>
  <w:style w:type="character" w:customStyle="1" w:styleId="icsmaddressesCar">
    <w:name w:val="icsm_addresses Car"/>
    <w:basedOn w:val="Fuentedeprrafopredeter"/>
    <w:link w:val="icsmaddresses"/>
    <w:rsid w:val="00283F38"/>
    <w:rPr>
      <w:i/>
      <w:sz w:val="16"/>
      <w:lang w:val="en-GB" w:eastAsia="en-US"/>
    </w:rPr>
  </w:style>
  <w:style w:type="character" w:customStyle="1" w:styleId="AutoresCar">
    <w:name w:val="Autores Car"/>
    <w:basedOn w:val="icsmaddressesCar"/>
    <w:link w:val="Autores"/>
    <w:rsid w:val="002347FB"/>
    <w:rPr>
      <w:i/>
      <w:sz w:val="26"/>
      <w:szCs w:val="26"/>
      <w:lang w:val="en-GB" w:eastAsia="en-US"/>
    </w:rPr>
  </w:style>
  <w:style w:type="paragraph" w:customStyle="1" w:styleId="Resumen-Abstract">
    <w:name w:val="Resumen-Abstract"/>
    <w:basedOn w:val="Sinespaciado"/>
    <w:link w:val="Resumen-AbstractCar"/>
    <w:autoRedefine/>
    <w:qFormat/>
    <w:rsid w:val="00A53FB5"/>
    <w:pPr>
      <w:spacing w:before="120" w:after="120"/>
      <w:jc w:val="both"/>
    </w:pPr>
    <w:rPr>
      <w:rFonts w:ascii="Times New Roman" w:hAnsi="Times New Roman" w:cs="Times New Roman"/>
      <w:sz w:val="19"/>
      <w:szCs w:val="19"/>
      <w:lang w:val="en-GB"/>
    </w:rPr>
  </w:style>
  <w:style w:type="character" w:customStyle="1" w:styleId="CorrespondenciaCar">
    <w:name w:val="Correspondencia Car"/>
    <w:basedOn w:val="Fuentedeprrafopredeter"/>
    <w:link w:val="Correspondencia"/>
    <w:rsid w:val="00A53FB5"/>
    <w:rPr>
      <w:rFonts w:ascii="Arial" w:hAnsi="Arial" w:cs="Arial"/>
      <w:i/>
      <w:sz w:val="18"/>
    </w:rPr>
  </w:style>
  <w:style w:type="paragraph" w:customStyle="1" w:styleId="Palabrasclave-Keywords">
    <w:name w:val="Palabras clave - Keywords"/>
    <w:basedOn w:val="icsmkeywords"/>
    <w:link w:val="Palabrasclave-KeywordsCar"/>
    <w:autoRedefine/>
    <w:qFormat/>
    <w:rsid w:val="00A53FB5"/>
    <w:pPr>
      <w:spacing w:before="120" w:after="120"/>
    </w:pPr>
    <w:rPr>
      <w:rFonts w:ascii="Arial" w:hAnsi="Arial" w:cs="Arial"/>
      <w:i/>
    </w:rPr>
  </w:style>
  <w:style w:type="character" w:customStyle="1" w:styleId="SinespaciadoCar">
    <w:name w:val="Sin espaciado Car"/>
    <w:basedOn w:val="Fuentedeprrafopredeter"/>
    <w:link w:val="Sinespaciado"/>
    <w:uiPriority w:val="1"/>
    <w:rsid w:val="00A53FB5"/>
    <w:rPr>
      <w:rFonts w:asciiTheme="minorHAnsi" w:eastAsiaTheme="minorHAnsi" w:hAnsiTheme="minorHAnsi" w:cstheme="minorBidi"/>
      <w:sz w:val="22"/>
      <w:szCs w:val="22"/>
      <w:lang w:val="es-419" w:eastAsia="en-US"/>
    </w:rPr>
  </w:style>
  <w:style w:type="character" w:customStyle="1" w:styleId="Resumen-AbstractCar">
    <w:name w:val="Resumen-Abstract Car"/>
    <w:basedOn w:val="SinespaciadoCar"/>
    <w:link w:val="Resumen-Abstract"/>
    <w:rsid w:val="00A53FB5"/>
    <w:rPr>
      <w:rFonts w:asciiTheme="minorHAnsi" w:eastAsiaTheme="minorHAnsi" w:hAnsiTheme="minorHAnsi" w:cstheme="minorBidi"/>
      <w:sz w:val="19"/>
      <w:szCs w:val="19"/>
      <w:lang w:val="en-GB" w:eastAsia="en-US"/>
    </w:rPr>
  </w:style>
  <w:style w:type="paragraph" w:customStyle="1" w:styleId="Ttuloscontenido">
    <w:name w:val="Títulos contenido"/>
    <w:basedOn w:val="Normal"/>
    <w:link w:val="TtuloscontenidoCar"/>
    <w:autoRedefine/>
    <w:qFormat/>
    <w:rsid w:val="008852E8"/>
    <w:pPr>
      <w:spacing w:before="120" w:after="120" w:line="276" w:lineRule="auto"/>
    </w:pPr>
    <w:rPr>
      <w:rFonts w:ascii="Arial" w:hAnsi="Arial"/>
      <w:b/>
      <w:sz w:val="22"/>
      <w:szCs w:val="19"/>
    </w:rPr>
  </w:style>
  <w:style w:type="character" w:customStyle="1" w:styleId="icsmkeywordsCar">
    <w:name w:val="icsm_keywords Car"/>
    <w:basedOn w:val="Fuentedeprrafopredeter"/>
    <w:link w:val="icsmkeywords"/>
    <w:rsid w:val="00A53FB5"/>
    <w:rPr>
      <w:sz w:val="16"/>
      <w:lang w:val="en-GB" w:eastAsia="en-US"/>
    </w:rPr>
  </w:style>
  <w:style w:type="character" w:customStyle="1" w:styleId="Palabrasclave-KeywordsCar">
    <w:name w:val="Palabras clave - Keywords Car"/>
    <w:basedOn w:val="icsmkeywordsCar"/>
    <w:link w:val="Palabrasclave-Keywords"/>
    <w:rsid w:val="00A53FB5"/>
    <w:rPr>
      <w:rFonts w:ascii="Arial" w:hAnsi="Arial" w:cs="Arial"/>
      <w:i/>
      <w:sz w:val="16"/>
      <w:lang w:val="en-GB" w:eastAsia="en-US"/>
    </w:rPr>
  </w:style>
  <w:style w:type="paragraph" w:customStyle="1" w:styleId="Contenido">
    <w:name w:val="Contenido"/>
    <w:basedOn w:val="Normal"/>
    <w:link w:val="ContenidoCar"/>
    <w:autoRedefine/>
    <w:qFormat/>
    <w:rsid w:val="008852E8"/>
    <w:pPr>
      <w:spacing w:line="276" w:lineRule="auto"/>
      <w:jc w:val="both"/>
    </w:pPr>
    <w:rPr>
      <w:rFonts w:ascii="Arial" w:hAnsi="Arial" w:cs="Arial"/>
      <w:b/>
      <w:bCs/>
      <w:spacing w:val="-1"/>
      <w:sz w:val="21"/>
      <w:szCs w:val="21"/>
      <w:shd w:val="clear" w:color="auto" w:fill="FFFFFF"/>
      <w:lang w:val="es-MX"/>
    </w:rPr>
  </w:style>
  <w:style w:type="character" w:customStyle="1" w:styleId="TtuloscontenidoCar">
    <w:name w:val="Títulos contenido Car"/>
    <w:basedOn w:val="Fuentedeprrafopredeter"/>
    <w:link w:val="Ttuloscontenido"/>
    <w:rsid w:val="008852E8"/>
    <w:rPr>
      <w:rFonts w:ascii="Arial" w:hAnsi="Arial"/>
      <w:b/>
      <w:sz w:val="22"/>
      <w:szCs w:val="19"/>
      <w:lang w:val="en-GB" w:eastAsia="en-US"/>
    </w:rPr>
  </w:style>
  <w:style w:type="paragraph" w:customStyle="1" w:styleId="PiedeFoto">
    <w:name w:val="Pie de Foto"/>
    <w:basedOn w:val="Normal"/>
    <w:link w:val="PiedeFotoCar"/>
    <w:autoRedefine/>
    <w:qFormat/>
    <w:rsid w:val="008852E8"/>
    <w:pPr>
      <w:spacing w:before="120" w:after="120" w:line="276" w:lineRule="auto"/>
      <w:jc w:val="both"/>
    </w:pPr>
    <w:rPr>
      <w:i/>
      <w:sz w:val="19"/>
      <w:szCs w:val="19"/>
    </w:rPr>
  </w:style>
  <w:style w:type="character" w:customStyle="1" w:styleId="ContenidoCar">
    <w:name w:val="Contenido Car"/>
    <w:basedOn w:val="Fuentedeprrafopredeter"/>
    <w:link w:val="Contenido"/>
    <w:rsid w:val="008852E8"/>
    <w:rPr>
      <w:rFonts w:ascii="Arial" w:hAnsi="Arial" w:cs="Arial"/>
      <w:b/>
      <w:bCs/>
      <w:spacing w:val="-1"/>
      <w:sz w:val="21"/>
      <w:szCs w:val="21"/>
      <w:lang w:eastAsia="en-US"/>
    </w:rPr>
  </w:style>
  <w:style w:type="paragraph" w:customStyle="1" w:styleId="Adscripcin">
    <w:name w:val="Adscripción"/>
    <w:aliases w:val="Email"/>
    <w:basedOn w:val="Normal"/>
    <w:link w:val="AdscripcinCar"/>
    <w:autoRedefine/>
    <w:qFormat/>
    <w:rsid w:val="00E1314D"/>
    <w:pPr>
      <w:spacing w:line="360" w:lineRule="auto"/>
      <w:jc w:val="both"/>
    </w:pPr>
    <w:rPr>
      <w:color w:val="808080" w:themeColor="background1" w:themeShade="80"/>
      <w:sz w:val="18"/>
      <w:vertAlign w:val="superscript"/>
      <w:lang w:val="es-MX"/>
    </w:rPr>
  </w:style>
  <w:style w:type="character" w:customStyle="1" w:styleId="PiedeFotoCar">
    <w:name w:val="Pie de Foto Car"/>
    <w:basedOn w:val="Fuentedeprrafopredeter"/>
    <w:link w:val="PiedeFoto"/>
    <w:rsid w:val="008852E8"/>
    <w:rPr>
      <w:i/>
      <w:sz w:val="19"/>
      <w:szCs w:val="19"/>
      <w:lang w:val="en-GB" w:eastAsia="en-US"/>
    </w:rPr>
  </w:style>
  <w:style w:type="paragraph" w:styleId="Cita">
    <w:name w:val="Quote"/>
    <w:basedOn w:val="Normal"/>
    <w:next w:val="Normal"/>
    <w:link w:val="CitaCar"/>
    <w:autoRedefine/>
    <w:uiPriority w:val="29"/>
    <w:qFormat/>
    <w:rsid w:val="003452BD"/>
    <w:pPr>
      <w:spacing w:before="200" w:after="160"/>
      <w:ind w:left="864" w:right="864"/>
      <w:jc w:val="center"/>
    </w:pPr>
    <w:rPr>
      <w:i/>
      <w:iCs/>
      <w:color w:val="404040" w:themeColor="text1" w:themeTint="BF"/>
    </w:rPr>
  </w:style>
  <w:style w:type="character" w:customStyle="1" w:styleId="AdscripcinCar">
    <w:name w:val="Adscripción Car"/>
    <w:aliases w:val="Email Car"/>
    <w:basedOn w:val="Fuentedeprrafopredeter"/>
    <w:link w:val="Adscripcin"/>
    <w:rsid w:val="00E1314D"/>
    <w:rPr>
      <w:color w:val="808080" w:themeColor="background1" w:themeShade="80"/>
      <w:sz w:val="18"/>
      <w:vertAlign w:val="superscript"/>
      <w:lang w:eastAsia="en-US"/>
    </w:rPr>
  </w:style>
  <w:style w:type="character" w:customStyle="1" w:styleId="CitaCar">
    <w:name w:val="Cita Car"/>
    <w:basedOn w:val="Fuentedeprrafopredeter"/>
    <w:link w:val="Cita"/>
    <w:uiPriority w:val="29"/>
    <w:rsid w:val="003452BD"/>
    <w:rPr>
      <w:i/>
      <w:iCs/>
      <w:color w:val="404040" w:themeColor="text1" w:themeTint="BF"/>
      <w:lang w:val="en-GB" w:eastAsia="en-US"/>
    </w:rPr>
  </w:style>
  <w:style w:type="paragraph" w:styleId="Ttulo">
    <w:name w:val="Title"/>
    <w:basedOn w:val="Normal"/>
    <w:next w:val="Normal"/>
    <w:link w:val="TtuloCar"/>
    <w:uiPriority w:val="10"/>
    <w:rsid w:val="002B3971"/>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B3971"/>
    <w:rPr>
      <w:rFonts w:asciiTheme="majorHAnsi" w:eastAsiaTheme="majorEastAsia" w:hAnsiTheme="majorHAnsi" w:cstheme="majorBidi"/>
      <w:spacing w:val="-10"/>
      <w:kern w:val="28"/>
      <w:sz w:val="56"/>
      <w:szCs w:val="56"/>
      <w:lang w:val="en-GB" w:eastAsia="en-US"/>
    </w:rPr>
  </w:style>
  <w:style w:type="character" w:styleId="Ttulodellibro">
    <w:name w:val="Book Title"/>
    <w:basedOn w:val="Fuentedeprrafopredeter"/>
    <w:uiPriority w:val="33"/>
    <w:rsid w:val="002B3971"/>
    <w:rPr>
      <w:b/>
      <w:bCs/>
      <w:i/>
      <w:iCs/>
      <w:spacing w:val="5"/>
    </w:rPr>
  </w:style>
  <w:style w:type="character" w:customStyle="1" w:styleId="TituloPrincipalCar">
    <w:name w:val="Titulo Principal Car"/>
    <w:basedOn w:val="Fuentedeprrafopredeter"/>
    <w:link w:val="TituloPrincipal"/>
    <w:rsid w:val="00AD3E17"/>
    <w:rPr>
      <w:sz w:val="30"/>
      <w:lang w:val="en-US" w:eastAsia="en-US"/>
    </w:rPr>
  </w:style>
  <w:style w:type="character" w:customStyle="1" w:styleId="subt">
    <w:name w:val="subt"/>
    <w:basedOn w:val="Fuentedeprrafopredeter"/>
    <w:uiPriority w:val="1"/>
    <w:rsid w:val="004A68E3"/>
    <w:rPr>
      <w:rFonts w:ascii="Times New Roman" w:hAnsi="Times New Roman"/>
      <w:b w:val="0"/>
      <w:color w:val="auto"/>
      <w:sz w:val="26"/>
    </w:rPr>
  </w:style>
  <w:style w:type="character" w:customStyle="1" w:styleId="Ttulo1Car">
    <w:name w:val="Título 1 Car"/>
    <w:basedOn w:val="Fuentedeprrafopredeter"/>
    <w:link w:val="Ttulo1"/>
    <w:uiPriority w:val="9"/>
    <w:rsid w:val="00E10BFD"/>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78805">
      <w:bodyDiv w:val="1"/>
      <w:marLeft w:val="0"/>
      <w:marRight w:val="0"/>
      <w:marTop w:val="0"/>
      <w:marBottom w:val="0"/>
      <w:divBdr>
        <w:top w:val="none" w:sz="0" w:space="0" w:color="auto"/>
        <w:left w:val="none" w:sz="0" w:space="0" w:color="auto"/>
        <w:bottom w:val="none" w:sz="0" w:space="0" w:color="auto"/>
        <w:right w:val="none" w:sz="0" w:space="0" w:color="auto"/>
      </w:divBdr>
      <w:divsChild>
        <w:div w:id="1272709661">
          <w:marLeft w:val="0"/>
          <w:marRight w:val="0"/>
          <w:marTop w:val="0"/>
          <w:marBottom w:val="0"/>
          <w:divBdr>
            <w:top w:val="none" w:sz="0" w:space="0" w:color="auto"/>
            <w:left w:val="none" w:sz="0" w:space="0" w:color="auto"/>
            <w:bottom w:val="none" w:sz="0" w:space="0" w:color="auto"/>
            <w:right w:val="none" w:sz="0" w:space="0" w:color="auto"/>
          </w:divBdr>
        </w:div>
        <w:div w:id="749696637">
          <w:marLeft w:val="0"/>
          <w:marRight w:val="0"/>
          <w:marTop w:val="0"/>
          <w:marBottom w:val="0"/>
          <w:divBdr>
            <w:top w:val="none" w:sz="0" w:space="0" w:color="auto"/>
            <w:left w:val="none" w:sz="0" w:space="0" w:color="auto"/>
            <w:bottom w:val="none" w:sz="0" w:space="0" w:color="auto"/>
            <w:right w:val="none" w:sz="0" w:space="0" w:color="auto"/>
          </w:divBdr>
        </w:div>
        <w:div w:id="1355813929">
          <w:marLeft w:val="0"/>
          <w:marRight w:val="0"/>
          <w:marTop w:val="0"/>
          <w:marBottom w:val="0"/>
          <w:divBdr>
            <w:top w:val="none" w:sz="0" w:space="0" w:color="auto"/>
            <w:left w:val="none" w:sz="0" w:space="0" w:color="auto"/>
            <w:bottom w:val="none" w:sz="0" w:space="0" w:color="auto"/>
            <w:right w:val="none" w:sz="0" w:space="0" w:color="auto"/>
          </w:divBdr>
        </w:div>
        <w:div w:id="111291169">
          <w:marLeft w:val="0"/>
          <w:marRight w:val="0"/>
          <w:marTop w:val="0"/>
          <w:marBottom w:val="0"/>
          <w:divBdr>
            <w:top w:val="none" w:sz="0" w:space="0" w:color="auto"/>
            <w:left w:val="none" w:sz="0" w:space="0" w:color="auto"/>
            <w:bottom w:val="none" w:sz="0" w:space="0" w:color="auto"/>
            <w:right w:val="none" w:sz="0" w:space="0" w:color="auto"/>
          </w:divBdr>
        </w:div>
      </w:divsChild>
    </w:div>
    <w:div w:id="693965390">
      <w:bodyDiv w:val="1"/>
      <w:marLeft w:val="0"/>
      <w:marRight w:val="0"/>
      <w:marTop w:val="0"/>
      <w:marBottom w:val="0"/>
      <w:divBdr>
        <w:top w:val="none" w:sz="0" w:space="0" w:color="auto"/>
        <w:left w:val="none" w:sz="0" w:space="0" w:color="auto"/>
        <w:bottom w:val="none" w:sz="0" w:space="0" w:color="auto"/>
        <w:right w:val="none" w:sz="0" w:space="0" w:color="auto"/>
      </w:divBdr>
      <w:divsChild>
        <w:div w:id="560560227">
          <w:marLeft w:val="0"/>
          <w:marRight w:val="0"/>
          <w:marTop w:val="0"/>
          <w:marBottom w:val="0"/>
          <w:divBdr>
            <w:top w:val="none" w:sz="0" w:space="0" w:color="auto"/>
            <w:left w:val="none" w:sz="0" w:space="0" w:color="auto"/>
            <w:bottom w:val="none" w:sz="0" w:space="0" w:color="auto"/>
            <w:right w:val="none" w:sz="0" w:space="0" w:color="auto"/>
          </w:divBdr>
        </w:div>
        <w:div w:id="426124641">
          <w:marLeft w:val="0"/>
          <w:marRight w:val="0"/>
          <w:marTop w:val="0"/>
          <w:marBottom w:val="0"/>
          <w:divBdr>
            <w:top w:val="none" w:sz="0" w:space="0" w:color="auto"/>
            <w:left w:val="none" w:sz="0" w:space="0" w:color="auto"/>
            <w:bottom w:val="none" w:sz="0" w:space="0" w:color="auto"/>
            <w:right w:val="none" w:sz="0" w:space="0" w:color="auto"/>
          </w:divBdr>
        </w:div>
        <w:div w:id="65610982">
          <w:marLeft w:val="0"/>
          <w:marRight w:val="0"/>
          <w:marTop w:val="0"/>
          <w:marBottom w:val="0"/>
          <w:divBdr>
            <w:top w:val="none" w:sz="0" w:space="0" w:color="auto"/>
            <w:left w:val="none" w:sz="0" w:space="0" w:color="auto"/>
            <w:bottom w:val="none" w:sz="0" w:space="0" w:color="auto"/>
            <w:right w:val="none" w:sz="0" w:space="0" w:color="auto"/>
          </w:divBdr>
        </w:div>
      </w:divsChild>
    </w:div>
    <w:div w:id="1099064006">
      <w:bodyDiv w:val="1"/>
      <w:marLeft w:val="0"/>
      <w:marRight w:val="0"/>
      <w:marTop w:val="0"/>
      <w:marBottom w:val="0"/>
      <w:divBdr>
        <w:top w:val="none" w:sz="0" w:space="0" w:color="auto"/>
        <w:left w:val="none" w:sz="0" w:space="0" w:color="auto"/>
        <w:bottom w:val="none" w:sz="0" w:space="0" w:color="auto"/>
        <w:right w:val="none" w:sz="0" w:space="0" w:color="auto"/>
      </w:divBdr>
      <w:divsChild>
        <w:div w:id="1890459273">
          <w:marLeft w:val="0"/>
          <w:marRight w:val="0"/>
          <w:marTop w:val="0"/>
          <w:marBottom w:val="0"/>
          <w:divBdr>
            <w:top w:val="none" w:sz="0" w:space="0" w:color="auto"/>
            <w:left w:val="none" w:sz="0" w:space="0" w:color="auto"/>
            <w:bottom w:val="none" w:sz="0" w:space="0" w:color="auto"/>
            <w:right w:val="none" w:sz="0" w:space="0" w:color="auto"/>
          </w:divBdr>
        </w:div>
        <w:div w:id="1809087998">
          <w:marLeft w:val="0"/>
          <w:marRight w:val="0"/>
          <w:marTop w:val="0"/>
          <w:marBottom w:val="0"/>
          <w:divBdr>
            <w:top w:val="none" w:sz="0" w:space="0" w:color="auto"/>
            <w:left w:val="none" w:sz="0" w:space="0" w:color="auto"/>
            <w:bottom w:val="none" w:sz="0" w:space="0" w:color="auto"/>
            <w:right w:val="none" w:sz="0" w:space="0" w:color="auto"/>
          </w:divBdr>
        </w:div>
        <w:div w:id="900209041">
          <w:marLeft w:val="0"/>
          <w:marRight w:val="0"/>
          <w:marTop w:val="0"/>
          <w:marBottom w:val="0"/>
          <w:divBdr>
            <w:top w:val="none" w:sz="0" w:space="0" w:color="auto"/>
            <w:left w:val="none" w:sz="0" w:space="0" w:color="auto"/>
            <w:bottom w:val="none" w:sz="0" w:space="0" w:color="auto"/>
            <w:right w:val="none" w:sz="0" w:space="0" w:color="auto"/>
          </w:divBdr>
        </w:div>
        <w:div w:id="1438864824">
          <w:marLeft w:val="0"/>
          <w:marRight w:val="0"/>
          <w:marTop w:val="0"/>
          <w:marBottom w:val="0"/>
          <w:divBdr>
            <w:top w:val="none" w:sz="0" w:space="0" w:color="auto"/>
            <w:left w:val="none" w:sz="0" w:space="0" w:color="auto"/>
            <w:bottom w:val="none" w:sz="0" w:space="0" w:color="auto"/>
            <w:right w:val="none" w:sz="0" w:space="0" w:color="auto"/>
          </w:divBdr>
        </w:div>
        <w:div w:id="364257416">
          <w:marLeft w:val="0"/>
          <w:marRight w:val="0"/>
          <w:marTop w:val="0"/>
          <w:marBottom w:val="0"/>
          <w:divBdr>
            <w:top w:val="none" w:sz="0" w:space="0" w:color="auto"/>
            <w:left w:val="none" w:sz="0" w:space="0" w:color="auto"/>
            <w:bottom w:val="none" w:sz="0" w:space="0" w:color="auto"/>
            <w:right w:val="none" w:sz="0" w:space="0" w:color="auto"/>
          </w:divBdr>
        </w:div>
        <w:div w:id="322971474">
          <w:marLeft w:val="0"/>
          <w:marRight w:val="0"/>
          <w:marTop w:val="0"/>
          <w:marBottom w:val="0"/>
          <w:divBdr>
            <w:top w:val="none" w:sz="0" w:space="0" w:color="auto"/>
            <w:left w:val="none" w:sz="0" w:space="0" w:color="auto"/>
            <w:bottom w:val="none" w:sz="0" w:space="0" w:color="auto"/>
            <w:right w:val="none" w:sz="0" w:space="0" w:color="auto"/>
          </w:divBdr>
        </w:div>
        <w:div w:id="444661776">
          <w:marLeft w:val="0"/>
          <w:marRight w:val="0"/>
          <w:marTop w:val="0"/>
          <w:marBottom w:val="0"/>
          <w:divBdr>
            <w:top w:val="none" w:sz="0" w:space="0" w:color="auto"/>
            <w:left w:val="none" w:sz="0" w:space="0" w:color="auto"/>
            <w:bottom w:val="none" w:sz="0" w:space="0" w:color="auto"/>
            <w:right w:val="none" w:sz="0" w:space="0" w:color="auto"/>
          </w:divBdr>
        </w:div>
        <w:div w:id="1624144248">
          <w:marLeft w:val="0"/>
          <w:marRight w:val="0"/>
          <w:marTop w:val="0"/>
          <w:marBottom w:val="0"/>
          <w:divBdr>
            <w:top w:val="none" w:sz="0" w:space="0" w:color="auto"/>
            <w:left w:val="none" w:sz="0" w:space="0" w:color="auto"/>
            <w:bottom w:val="none" w:sz="0" w:space="0" w:color="auto"/>
            <w:right w:val="none" w:sz="0" w:space="0" w:color="auto"/>
          </w:divBdr>
        </w:div>
        <w:div w:id="234319953">
          <w:marLeft w:val="0"/>
          <w:marRight w:val="0"/>
          <w:marTop w:val="0"/>
          <w:marBottom w:val="0"/>
          <w:divBdr>
            <w:top w:val="none" w:sz="0" w:space="0" w:color="auto"/>
            <w:left w:val="none" w:sz="0" w:space="0" w:color="auto"/>
            <w:bottom w:val="none" w:sz="0" w:space="0" w:color="auto"/>
            <w:right w:val="none" w:sz="0" w:space="0" w:color="auto"/>
          </w:divBdr>
        </w:div>
        <w:div w:id="1784840013">
          <w:marLeft w:val="0"/>
          <w:marRight w:val="0"/>
          <w:marTop w:val="0"/>
          <w:marBottom w:val="0"/>
          <w:divBdr>
            <w:top w:val="none" w:sz="0" w:space="0" w:color="auto"/>
            <w:left w:val="none" w:sz="0" w:space="0" w:color="auto"/>
            <w:bottom w:val="none" w:sz="0" w:space="0" w:color="auto"/>
            <w:right w:val="none" w:sz="0" w:space="0" w:color="auto"/>
          </w:divBdr>
        </w:div>
        <w:div w:id="1403211596">
          <w:marLeft w:val="0"/>
          <w:marRight w:val="0"/>
          <w:marTop w:val="0"/>
          <w:marBottom w:val="0"/>
          <w:divBdr>
            <w:top w:val="none" w:sz="0" w:space="0" w:color="auto"/>
            <w:left w:val="none" w:sz="0" w:space="0" w:color="auto"/>
            <w:bottom w:val="none" w:sz="0" w:space="0" w:color="auto"/>
            <w:right w:val="none" w:sz="0" w:space="0" w:color="auto"/>
          </w:divBdr>
        </w:div>
      </w:divsChild>
    </w:div>
    <w:div w:id="1154907160">
      <w:bodyDiv w:val="1"/>
      <w:marLeft w:val="0"/>
      <w:marRight w:val="0"/>
      <w:marTop w:val="0"/>
      <w:marBottom w:val="0"/>
      <w:divBdr>
        <w:top w:val="none" w:sz="0" w:space="0" w:color="auto"/>
        <w:left w:val="none" w:sz="0" w:space="0" w:color="auto"/>
        <w:bottom w:val="none" w:sz="0" w:space="0" w:color="auto"/>
        <w:right w:val="none" w:sz="0" w:space="0" w:color="auto"/>
      </w:divBdr>
      <w:divsChild>
        <w:div w:id="1791047719">
          <w:marLeft w:val="0"/>
          <w:marRight w:val="0"/>
          <w:marTop w:val="0"/>
          <w:marBottom w:val="0"/>
          <w:divBdr>
            <w:top w:val="none" w:sz="0" w:space="0" w:color="auto"/>
            <w:left w:val="none" w:sz="0" w:space="0" w:color="auto"/>
            <w:bottom w:val="none" w:sz="0" w:space="0" w:color="auto"/>
            <w:right w:val="none" w:sz="0" w:space="0" w:color="auto"/>
          </w:divBdr>
        </w:div>
        <w:div w:id="1098408157">
          <w:marLeft w:val="0"/>
          <w:marRight w:val="0"/>
          <w:marTop w:val="0"/>
          <w:marBottom w:val="0"/>
          <w:divBdr>
            <w:top w:val="none" w:sz="0" w:space="0" w:color="auto"/>
            <w:left w:val="none" w:sz="0" w:space="0" w:color="auto"/>
            <w:bottom w:val="none" w:sz="0" w:space="0" w:color="auto"/>
            <w:right w:val="none" w:sz="0" w:space="0" w:color="auto"/>
          </w:divBdr>
        </w:div>
        <w:div w:id="368916936">
          <w:marLeft w:val="0"/>
          <w:marRight w:val="0"/>
          <w:marTop w:val="0"/>
          <w:marBottom w:val="0"/>
          <w:divBdr>
            <w:top w:val="none" w:sz="0" w:space="0" w:color="auto"/>
            <w:left w:val="none" w:sz="0" w:space="0" w:color="auto"/>
            <w:bottom w:val="none" w:sz="0" w:space="0" w:color="auto"/>
            <w:right w:val="none" w:sz="0" w:space="0" w:color="auto"/>
          </w:divBdr>
        </w:div>
      </w:divsChild>
    </w:div>
    <w:div w:id="1287931202">
      <w:bodyDiv w:val="1"/>
      <w:marLeft w:val="0"/>
      <w:marRight w:val="0"/>
      <w:marTop w:val="0"/>
      <w:marBottom w:val="0"/>
      <w:divBdr>
        <w:top w:val="none" w:sz="0" w:space="0" w:color="auto"/>
        <w:left w:val="none" w:sz="0" w:space="0" w:color="auto"/>
        <w:bottom w:val="none" w:sz="0" w:space="0" w:color="auto"/>
        <w:right w:val="none" w:sz="0" w:space="0" w:color="auto"/>
      </w:divBdr>
      <w:divsChild>
        <w:div w:id="667288505">
          <w:marLeft w:val="0"/>
          <w:marRight w:val="0"/>
          <w:marTop w:val="0"/>
          <w:marBottom w:val="0"/>
          <w:divBdr>
            <w:top w:val="none" w:sz="0" w:space="0" w:color="auto"/>
            <w:left w:val="none" w:sz="0" w:space="0" w:color="auto"/>
            <w:bottom w:val="none" w:sz="0" w:space="0" w:color="auto"/>
            <w:right w:val="none" w:sz="0" w:space="0" w:color="auto"/>
          </w:divBdr>
        </w:div>
        <w:div w:id="1609922457">
          <w:marLeft w:val="0"/>
          <w:marRight w:val="0"/>
          <w:marTop w:val="0"/>
          <w:marBottom w:val="0"/>
          <w:divBdr>
            <w:top w:val="none" w:sz="0" w:space="0" w:color="auto"/>
            <w:left w:val="none" w:sz="0" w:space="0" w:color="auto"/>
            <w:bottom w:val="none" w:sz="0" w:space="0" w:color="auto"/>
            <w:right w:val="none" w:sz="0" w:space="0" w:color="auto"/>
          </w:divBdr>
        </w:div>
      </w:divsChild>
    </w:div>
    <w:div w:id="1670018038">
      <w:bodyDiv w:val="1"/>
      <w:marLeft w:val="0"/>
      <w:marRight w:val="0"/>
      <w:marTop w:val="0"/>
      <w:marBottom w:val="0"/>
      <w:divBdr>
        <w:top w:val="none" w:sz="0" w:space="0" w:color="auto"/>
        <w:left w:val="none" w:sz="0" w:space="0" w:color="auto"/>
        <w:bottom w:val="none" w:sz="0" w:space="0" w:color="auto"/>
        <w:right w:val="none" w:sz="0" w:space="0" w:color="auto"/>
      </w:divBdr>
      <w:divsChild>
        <w:div w:id="1273828112">
          <w:marLeft w:val="0"/>
          <w:marRight w:val="0"/>
          <w:marTop w:val="0"/>
          <w:marBottom w:val="0"/>
          <w:divBdr>
            <w:top w:val="none" w:sz="0" w:space="0" w:color="auto"/>
            <w:left w:val="none" w:sz="0" w:space="0" w:color="auto"/>
            <w:bottom w:val="none" w:sz="0" w:space="0" w:color="auto"/>
            <w:right w:val="none" w:sz="0" w:space="0" w:color="auto"/>
          </w:divBdr>
        </w:div>
      </w:divsChild>
    </w:div>
    <w:div w:id="1810661042">
      <w:bodyDiv w:val="1"/>
      <w:marLeft w:val="0"/>
      <w:marRight w:val="0"/>
      <w:marTop w:val="0"/>
      <w:marBottom w:val="0"/>
      <w:divBdr>
        <w:top w:val="none" w:sz="0" w:space="0" w:color="auto"/>
        <w:left w:val="none" w:sz="0" w:space="0" w:color="auto"/>
        <w:bottom w:val="none" w:sz="0" w:space="0" w:color="auto"/>
        <w:right w:val="none" w:sz="0" w:space="0" w:color="auto"/>
      </w:divBdr>
    </w:div>
    <w:div w:id="1817143618">
      <w:bodyDiv w:val="1"/>
      <w:marLeft w:val="0"/>
      <w:marRight w:val="0"/>
      <w:marTop w:val="0"/>
      <w:marBottom w:val="0"/>
      <w:divBdr>
        <w:top w:val="none" w:sz="0" w:space="0" w:color="auto"/>
        <w:left w:val="none" w:sz="0" w:space="0" w:color="auto"/>
        <w:bottom w:val="none" w:sz="0" w:space="0" w:color="auto"/>
        <w:right w:val="none" w:sz="0" w:space="0" w:color="auto"/>
      </w:divBdr>
      <w:divsChild>
        <w:div w:id="29309871">
          <w:marLeft w:val="0"/>
          <w:marRight w:val="0"/>
          <w:marTop w:val="0"/>
          <w:marBottom w:val="0"/>
          <w:divBdr>
            <w:top w:val="none" w:sz="0" w:space="0" w:color="auto"/>
            <w:left w:val="none" w:sz="0" w:space="0" w:color="auto"/>
            <w:bottom w:val="none" w:sz="0" w:space="0" w:color="auto"/>
            <w:right w:val="none" w:sz="0" w:space="0" w:color="auto"/>
          </w:divBdr>
        </w:div>
        <w:div w:id="1152216565">
          <w:marLeft w:val="0"/>
          <w:marRight w:val="0"/>
          <w:marTop w:val="0"/>
          <w:marBottom w:val="0"/>
          <w:divBdr>
            <w:top w:val="none" w:sz="0" w:space="0" w:color="auto"/>
            <w:left w:val="none" w:sz="0" w:space="0" w:color="auto"/>
            <w:bottom w:val="none" w:sz="0" w:space="0" w:color="auto"/>
            <w:right w:val="none" w:sz="0" w:space="0" w:color="auto"/>
          </w:divBdr>
        </w:div>
      </w:divsChild>
    </w:div>
    <w:div w:id="1991860233">
      <w:bodyDiv w:val="1"/>
      <w:marLeft w:val="0"/>
      <w:marRight w:val="0"/>
      <w:marTop w:val="0"/>
      <w:marBottom w:val="0"/>
      <w:divBdr>
        <w:top w:val="none" w:sz="0" w:space="0" w:color="auto"/>
        <w:left w:val="none" w:sz="0" w:space="0" w:color="auto"/>
        <w:bottom w:val="none" w:sz="0" w:space="0" w:color="auto"/>
        <w:right w:val="none" w:sz="0" w:space="0" w:color="auto"/>
      </w:divBdr>
      <w:divsChild>
        <w:div w:id="580916273">
          <w:marLeft w:val="0"/>
          <w:marRight w:val="0"/>
          <w:marTop w:val="0"/>
          <w:marBottom w:val="0"/>
          <w:divBdr>
            <w:top w:val="none" w:sz="0" w:space="0" w:color="auto"/>
            <w:left w:val="none" w:sz="0" w:space="0" w:color="auto"/>
            <w:bottom w:val="none" w:sz="0" w:space="0" w:color="auto"/>
            <w:right w:val="none" w:sz="0" w:space="0" w:color="auto"/>
          </w:divBdr>
        </w:div>
        <w:div w:id="527186134">
          <w:marLeft w:val="0"/>
          <w:marRight w:val="0"/>
          <w:marTop w:val="0"/>
          <w:marBottom w:val="0"/>
          <w:divBdr>
            <w:top w:val="none" w:sz="0" w:space="0" w:color="auto"/>
            <w:left w:val="none" w:sz="0" w:space="0" w:color="auto"/>
            <w:bottom w:val="none" w:sz="0" w:space="0" w:color="auto"/>
            <w:right w:val="none" w:sz="0" w:space="0" w:color="auto"/>
          </w:divBdr>
        </w:div>
        <w:div w:id="2098092568">
          <w:marLeft w:val="0"/>
          <w:marRight w:val="0"/>
          <w:marTop w:val="0"/>
          <w:marBottom w:val="0"/>
          <w:divBdr>
            <w:top w:val="none" w:sz="0" w:space="0" w:color="auto"/>
            <w:left w:val="none" w:sz="0" w:space="0" w:color="auto"/>
            <w:bottom w:val="none" w:sz="0" w:space="0" w:color="auto"/>
            <w:right w:val="none" w:sz="0" w:space="0" w:color="auto"/>
          </w:divBdr>
        </w:div>
      </w:divsChild>
    </w:div>
    <w:div w:id="208745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Data" Target="diagrams/data1.xm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creativecommons.org/licenses/by-nc-nd/4.0/deed.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BOLETINES\PLANTILLAS%20BOLETINES\21%20JUL-DIC-2022\Plantilla_icap.dotx"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74A0056-D157-44FE-9A28-C6E3005B08EE}" type="doc">
      <dgm:prSet loTypeId="urn:microsoft.com/office/officeart/2005/8/layout/hierarchy1" loCatId="hierarchy" qsTypeId="urn:microsoft.com/office/officeart/2005/8/quickstyle/simple3" qsCatId="simple" csTypeId="urn:microsoft.com/office/officeart/2005/8/colors/colorful4" csCatId="colorful" phldr="1"/>
      <dgm:spPr/>
      <dgm:t>
        <a:bodyPr/>
        <a:lstStyle/>
        <a:p>
          <a:endParaRPr lang="es-MX"/>
        </a:p>
      </dgm:t>
    </dgm:pt>
    <dgm:pt modelId="{3DB54932-1DF5-4536-8F04-407B1C065CC7}">
      <dgm:prSet phldrT="[Texto]" custT="1"/>
      <dgm:spPr/>
      <dgm:t>
        <a:bodyPr/>
        <a:lstStyle/>
        <a:p>
          <a:pPr algn="ctr"/>
          <a:endParaRPr lang="es-MX" sz="900">
            <a:latin typeface="Times New Roman" panose="02020603050405020304" pitchFamily="18" charset="0"/>
            <a:cs typeface="Times New Roman" panose="02020603050405020304" pitchFamily="18" charset="0"/>
          </a:endParaRPr>
        </a:p>
      </dgm:t>
    </dgm:pt>
    <dgm:pt modelId="{44A0E8AE-6729-4811-B222-979754F2942C}" type="parTrans" cxnId="{24FE48B3-C5CA-4A37-9185-6FBBA978DF30}">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80EF2FE3-D342-4E97-BE1C-FFD3BF8B0244}" type="sibTrans" cxnId="{24FE48B3-C5CA-4A37-9185-6FBBA978DF30}">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EFB27ED1-25F0-4BE2-AEC9-7E52E79ECCAB}">
      <dgm:prSet phldrT="[Texto]" custT="1"/>
      <dgm:spPr/>
      <dgm:t>
        <a:bodyPr/>
        <a:lstStyle/>
        <a:p>
          <a:pPr algn="ctr"/>
          <a:endParaRPr lang="es-MX" sz="800">
            <a:latin typeface="Times New Roman" panose="02020603050405020304" pitchFamily="18" charset="0"/>
            <a:cs typeface="Times New Roman" panose="02020603050405020304" pitchFamily="18" charset="0"/>
          </a:endParaRPr>
        </a:p>
      </dgm:t>
    </dgm:pt>
    <dgm:pt modelId="{175A5A8F-8077-4032-80B3-ED76D0297F79}" type="parTrans" cxnId="{EE8CC5D2-CE05-4C25-8301-4F915A79FCF3}">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C7DE8736-4E04-4BA1-8DD6-13C21C71423F}" type="sibTrans" cxnId="{EE8CC5D2-CE05-4C25-8301-4F915A79FCF3}">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920614B6-757E-41F1-920F-A4E10F2CF0DE}">
      <dgm:prSet phldrT="[Texto]" custT="1"/>
      <dgm:spPr/>
      <dgm:t>
        <a:bodyPr/>
        <a:lstStyle/>
        <a:p>
          <a:pPr algn="ctr"/>
          <a:endParaRPr lang="es-MX" sz="800">
            <a:latin typeface="Times New Roman" panose="02020603050405020304" pitchFamily="18" charset="0"/>
            <a:cs typeface="Times New Roman" panose="02020603050405020304" pitchFamily="18" charset="0"/>
          </a:endParaRPr>
        </a:p>
      </dgm:t>
    </dgm:pt>
    <dgm:pt modelId="{03B5829B-8E5B-45A4-8A41-BACB315F67FA}" type="parTrans" cxnId="{16D5022D-4CBE-4275-BCE1-115831D9C643}">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42268731-D336-4F23-9820-F0CDFC60456B}" type="sibTrans" cxnId="{16D5022D-4CBE-4275-BCE1-115831D9C643}">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030AB5B3-5F04-432B-A54B-F5C33ED71809}">
      <dgm:prSet phldrT="[Texto]" custT="1"/>
      <dgm:spPr/>
      <dgm:t>
        <a:bodyPr/>
        <a:lstStyle/>
        <a:p>
          <a:pPr algn="ctr"/>
          <a:endParaRPr lang="es-MX" sz="700">
            <a:latin typeface="Times New Roman" panose="02020603050405020304" pitchFamily="18" charset="0"/>
            <a:cs typeface="Times New Roman" panose="02020603050405020304" pitchFamily="18" charset="0"/>
          </a:endParaRPr>
        </a:p>
      </dgm:t>
    </dgm:pt>
    <dgm:pt modelId="{C319BD49-8FA6-443D-9064-672DFEE4944C}" type="parTrans" cxnId="{5E60F902-797C-4397-847E-8A3D7A03BAB9}">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611F471A-65D4-4BFE-ACD1-FC0FBEF9B365}" type="sibTrans" cxnId="{5E60F902-797C-4397-847E-8A3D7A03BAB9}">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CB3E1B09-A69D-4AED-883F-E077D16B57F0}">
      <dgm:prSet phldrT="[Texto]" custT="1"/>
      <dgm:spPr/>
      <dgm:t>
        <a:bodyPr/>
        <a:lstStyle/>
        <a:p>
          <a:pPr algn="ctr"/>
          <a:endParaRPr lang="es-MX" sz="700">
            <a:latin typeface="Times New Roman" panose="02020603050405020304" pitchFamily="18" charset="0"/>
            <a:cs typeface="Times New Roman" panose="02020603050405020304" pitchFamily="18" charset="0"/>
          </a:endParaRPr>
        </a:p>
      </dgm:t>
    </dgm:pt>
    <dgm:pt modelId="{97017EB1-332F-4609-9196-F87151C00013}" type="parTrans" cxnId="{FC5EE71F-8C7C-45BE-BAB2-FCE8C596CFE6}">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A203D6B6-3F54-4FA1-9E9D-84A7E167E269}" type="sibTrans" cxnId="{FC5EE71F-8C7C-45BE-BAB2-FCE8C596CFE6}">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62451073-8AF0-4385-ACCA-3384113F059F}">
      <dgm:prSet phldrT="[Texto]" custT="1"/>
      <dgm:spPr/>
      <dgm:t>
        <a:bodyPr/>
        <a:lstStyle/>
        <a:p>
          <a:pPr algn="ctr"/>
          <a:endParaRPr lang="es-MX" sz="700">
            <a:latin typeface="Times New Roman" panose="02020603050405020304" pitchFamily="18" charset="0"/>
            <a:cs typeface="Times New Roman" panose="02020603050405020304" pitchFamily="18" charset="0"/>
          </a:endParaRPr>
        </a:p>
      </dgm:t>
    </dgm:pt>
    <dgm:pt modelId="{C1D2C3A4-729A-42D6-ABF5-27FBBBCAD887}" type="sibTrans" cxnId="{89578029-E803-477D-BE74-80E67A9B2476}">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1B41A4C9-F2B7-4FC7-9A1D-916F36DF0B2F}" type="parTrans" cxnId="{89578029-E803-477D-BE74-80E67A9B2476}">
      <dgm:prSet/>
      <dgm:spPr/>
      <dgm:t>
        <a:bodyPr/>
        <a:lstStyle/>
        <a:p>
          <a:pPr algn="ctr"/>
          <a:endParaRPr lang="es-MX" sz="1000">
            <a:latin typeface="Times New Roman" panose="02020603050405020304" pitchFamily="18" charset="0"/>
            <a:cs typeface="Times New Roman" panose="02020603050405020304" pitchFamily="18" charset="0"/>
          </a:endParaRPr>
        </a:p>
      </dgm:t>
    </dgm:pt>
    <dgm:pt modelId="{3F9ED169-EA98-4728-BD23-FF63B0867CB4}" type="pres">
      <dgm:prSet presAssocID="{D74A0056-D157-44FE-9A28-C6E3005B08EE}" presName="hierChild1" presStyleCnt="0">
        <dgm:presLayoutVars>
          <dgm:chPref val="1"/>
          <dgm:dir/>
          <dgm:animOne val="branch"/>
          <dgm:animLvl val="lvl"/>
          <dgm:resizeHandles/>
        </dgm:presLayoutVars>
      </dgm:prSet>
      <dgm:spPr/>
    </dgm:pt>
    <dgm:pt modelId="{4B6A86A8-115D-4355-A829-0B254D8B88A5}" type="pres">
      <dgm:prSet presAssocID="{3DB54932-1DF5-4536-8F04-407B1C065CC7}" presName="hierRoot1" presStyleCnt="0"/>
      <dgm:spPr/>
    </dgm:pt>
    <dgm:pt modelId="{F0535E2E-2AD6-4735-9C6C-F6DD97F526C7}" type="pres">
      <dgm:prSet presAssocID="{3DB54932-1DF5-4536-8F04-407B1C065CC7}" presName="composite" presStyleCnt="0"/>
      <dgm:spPr/>
    </dgm:pt>
    <dgm:pt modelId="{DCFA4A84-A358-4712-A127-9CBC499085EE}" type="pres">
      <dgm:prSet presAssocID="{3DB54932-1DF5-4536-8F04-407B1C065CC7}" presName="background" presStyleLbl="node0" presStyleIdx="0" presStyleCnt="1"/>
      <dgm:spPr/>
    </dgm:pt>
    <dgm:pt modelId="{ACB3FDFE-5731-4589-B5E0-46987664A23E}" type="pres">
      <dgm:prSet presAssocID="{3DB54932-1DF5-4536-8F04-407B1C065CC7}" presName="text" presStyleLbl="fgAcc0" presStyleIdx="0" presStyleCnt="1">
        <dgm:presLayoutVars>
          <dgm:chPref val="3"/>
        </dgm:presLayoutVars>
      </dgm:prSet>
      <dgm:spPr/>
    </dgm:pt>
    <dgm:pt modelId="{9279A5FE-2E4E-41F5-9D18-9462690CBB01}" type="pres">
      <dgm:prSet presAssocID="{3DB54932-1DF5-4536-8F04-407B1C065CC7}" presName="hierChild2" presStyleCnt="0"/>
      <dgm:spPr/>
    </dgm:pt>
    <dgm:pt modelId="{3B5FADBB-04A7-47B8-B81B-74722629A3CA}" type="pres">
      <dgm:prSet presAssocID="{1B41A4C9-F2B7-4FC7-9A1D-916F36DF0B2F}" presName="Name10" presStyleLbl="parChTrans1D2" presStyleIdx="0" presStyleCnt="2"/>
      <dgm:spPr/>
    </dgm:pt>
    <dgm:pt modelId="{B17EEA4B-C2F7-4746-9AA2-D8B3D7169010}" type="pres">
      <dgm:prSet presAssocID="{62451073-8AF0-4385-ACCA-3384113F059F}" presName="hierRoot2" presStyleCnt="0"/>
      <dgm:spPr/>
    </dgm:pt>
    <dgm:pt modelId="{1831A6BC-792C-4B0F-A10D-B8EC9654FEF6}" type="pres">
      <dgm:prSet presAssocID="{62451073-8AF0-4385-ACCA-3384113F059F}" presName="composite2" presStyleCnt="0"/>
      <dgm:spPr/>
    </dgm:pt>
    <dgm:pt modelId="{FF90C7D8-DD19-4CC9-9C30-84653B6D1C91}" type="pres">
      <dgm:prSet presAssocID="{62451073-8AF0-4385-ACCA-3384113F059F}" presName="background2" presStyleLbl="node2" presStyleIdx="0" presStyleCnt="2"/>
      <dgm:spPr/>
    </dgm:pt>
    <dgm:pt modelId="{A0BACFE3-93F2-49C8-9CC9-16195A05C6ED}" type="pres">
      <dgm:prSet presAssocID="{62451073-8AF0-4385-ACCA-3384113F059F}" presName="text2" presStyleLbl="fgAcc2" presStyleIdx="0" presStyleCnt="2" custLinFactNeighborX="-22929" custLinFactNeighborY="-31942">
        <dgm:presLayoutVars>
          <dgm:chPref val="3"/>
        </dgm:presLayoutVars>
      </dgm:prSet>
      <dgm:spPr/>
    </dgm:pt>
    <dgm:pt modelId="{76EA63C8-C69A-42DF-90DC-83530C0C8D0E}" type="pres">
      <dgm:prSet presAssocID="{62451073-8AF0-4385-ACCA-3384113F059F}" presName="hierChild3" presStyleCnt="0"/>
      <dgm:spPr/>
    </dgm:pt>
    <dgm:pt modelId="{8037A2D7-EF1B-484B-A531-A67722186B48}" type="pres">
      <dgm:prSet presAssocID="{175A5A8F-8077-4032-80B3-ED76D0297F79}" presName="Name17" presStyleLbl="parChTrans1D3" presStyleIdx="0" presStyleCnt="3"/>
      <dgm:spPr/>
    </dgm:pt>
    <dgm:pt modelId="{A8B1BFD4-3FA9-48BF-A05E-C426B09AE269}" type="pres">
      <dgm:prSet presAssocID="{EFB27ED1-25F0-4BE2-AEC9-7E52E79ECCAB}" presName="hierRoot3" presStyleCnt="0"/>
      <dgm:spPr/>
    </dgm:pt>
    <dgm:pt modelId="{C85DE94D-B564-445C-8BA0-EA1E2F37F32A}" type="pres">
      <dgm:prSet presAssocID="{EFB27ED1-25F0-4BE2-AEC9-7E52E79ECCAB}" presName="composite3" presStyleCnt="0"/>
      <dgm:spPr/>
    </dgm:pt>
    <dgm:pt modelId="{617C7937-E903-44B1-BF54-10C67251B0FF}" type="pres">
      <dgm:prSet presAssocID="{EFB27ED1-25F0-4BE2-AEC9-7E52E79ECCAB}" presName="background3" presStyleLbl="node3" presStyleIdx="0" presStyleCnt="3"/>
      <dgm:spPr/>
    </dgm:pt>
    <dgm:pt modelId="{9A7BF8BA-51FE-4B80-AB49-0ADCD7F64851}" type="pres">
      <dgm:prSet presAssocID="{EFB27ED1-25F0-4BE2-AEC9-7E52E79ECCAB}" presName="text3" presStyleLbl="fgAcc3" presStyleIdx="0" presStyleCnt="3" custLinFactX="26991" custLinFactNeighborX="100000" custLinFactNeighborY="-29135">
        <dgm:presLayoutVars>
          <dgm:chPref val="3"/>
        </dgm:presLayoutVars>
      </dgm:prSet>
      <dgm:spPr/>
    </dgm:pt>
    <dgm:pt modelId="{E52D397C-6A8F-47D9-89D1-F1DE94FD009C}" type="pres">
      <dgm:prSet presAssocID="{EFB27ED1-25F0-4BE2-AEC9-7E52E79ECCAB}" presName="hierChild4" presStyleCnt="0"/>
      <dgm:spPr/>
    </dgm:pt>
    <dgm:pt modelId="{DE11E0F1-D2BE-4D75-9156-6EF0D711887E}" type="pres">
      <dgm:prSet presAssocID="{03B5829B-8E5B-45A4-8A41-BACB315F67FA}" presName="Name17" presStyleLbl="parChTrans1D3" presStyleIdx="1" presStyleCnt="3"/>
      <dgm:spPr/>
    </dgm:pt>
    <dgm:pt modelId="{9AA4DD1D-D614-4723-B10B-A0ECDE9CBFA9}" type="pres">
      <dgm:prSet presAssocID="{920614B6-757E-41F1-920F-A4E10F2CF0DE}" presName="hierRoot3" presStyleCnt="0"/>
      <dgm:spPr/>
    </dgm:pt>
    <dgm:pt modelId="{76F6CB7C-4572-4CA2-BD75-D7228439961B}" type="pres">
      <dgm:prSet presAssocID="{920614B6-757E-41F1-920F-A4E10F2CF0DE}" presName="composite3" presStyleCnt="0"/>
      <dgm:spPr/>
    </dgm:pt>
    <dgm:pt modelId="{F75BB60A-B52B-42C9-80D4-2CBBA27380C7}" type="pres">
      <dgm:prSet presAssocID="{920614B6-757E-41F1-920F-A4E10F2CF0DE}" presName="background3" presStyleLbl="node3" presStyleIdx="1" presStyleCnt="3"/>
      <dgm:spPr/>
    </dgm:pt>
    <dgm:pt modelId="{0CDADDFF-15F3-4143-94C5-879F80A30377}" type="pres">
      <dgm:prSet presAssocID="{920614B6-757E-41F1-920F-A4E10F2CF0DE}" presName="text3" presStyleLbl="fgAcc3" presStyleIdx="1" presStyleCnt="3" custLinFactX="-36057" custLinFactNeighborX="-100000" custLinFactNeighborY="-19429">
        <dgm:presLayoutVars>
          <dgm:chPref val="3"/>
        </dgm:presLayoutVars>
      </dgm:prSet>
      <dgm:spPr/>
    </dgm:pt>
    <dgm:pt modelId="{A4FA6304-55FA-456D-B7AF-54B51E2F95D3}" type="pres">
      <dgm:prSet presAssocID="{920614B6-757E-41F1-920F-A4E10F2CF0DE}" presName="hierChild4" presStyleCnt="0"/>
      <dgm:spPr/>
    </dgm:pt>
    <dgm:pt modelId="{5A48B81F-7AC0-4045-96A7-74F5748F8D50}" type="pres">
      <dgm:prSet presAssocID="{C319BD49-8FA6-443D-9064-672DFEE4944C}" presName="Name10" presStyleLbl="parChTrans1D2" presStyleIdx="1" presStyleCnt="2"/>
      <dgm:spPr/>
    </dgm:pt>
    <dgm:pt modelId="{C5D9A2E6-652C-4F3B-A826-797F8636B929}" type="pres">
      <dgm:prSet presAssocID="{030AB5B3-5F04-432B-A54B-F5C33ED71809}" presName="hierRoot2" presStyleCnt="0"/>
      <dgm:spPr/>
    </dgm:pt>
    <dgm:pt modelId="{CA57B0A5-A59E-4035-AAD5-493177315098}" type="pres">
      <dgm:prSet presAssocID="{030AB5B3-5F04-432B-A54B-F5C33ED71809}" presName="composite2" presStyleCnt="0"/>
      <dgm:spPr/>
    </dgm:pt>
    <dgm:pt modelId="{5F3B3440-6F12-4739-8143-353FBBF1E01C}" type="pres">
      <dgm:prSet presAssocID="{030AB5B3-5F04-432B-A54B-F5C33ED71809}" presName="background2" presStyleLbl="node2" presStyleIdx="1" presStyleCnt="2"/>
      <dgm:spPr/>
    </dgm:pt>
    <dgm:pt modelId="{637617BE-5E8B-4515-85C5-DDC96B821871}" type="pres">
      <dgm:prSet presAssocID="{030AB5B3-5F04-432B-A54B-F5C33ED71809}" presName="text2" presStyleLbl="fgAcc2" presStyleIdx="1" presStyleCnt="2" custLinFactNeighborX="1471" custLinFactNeighborY="-23868">
        <dgm:presLayoutVars>
          <dgm:chPref val="3"/>
        </dgm:presLayoutVars>
      </dgm:prSet>
      <dgm:spPr/>
    </dgm:pt>
    <dgm:pt modelId="{6A137F75-3CBE-49E3-9395-DFE9C96A74F6}" type="pres">
      <dgm:prSet presAssocID="{030AB5B3-5F04-432B-A54B-F5C33ED71809}" presName="hierChild3" presStyleCnt="0"/>
      <dgm:spPr/>
    </dgm:pt>
    <dgm:pt modelId="{0B88DA78-DFC5-4BB4-8E9B-C43D392EEF03}" type="pres">
      <dgm:prSet presAssocID="{97017EB1-332F-4609-9196-F87151C00013}" presName="Name17" presStyleLbl="parChTrans1D3" presStyleIdx="2" presStyleCnt="3"/>
      <dgm:spPr/>
    </dgm:pt>
    <dgm:pt modelId="{EE86C82F-F8D9-48CD-89DD-F44E0EF1515A}" type="pres">
      <dgm:prSet presAssocID="{CB3E1B09-A69D-4AED-883F-E077D16B57F0}" presName="hierRoot3" presStyleCnt="0"/>
      <dgm:spPr/>
    </dgm:pt>
    <dgm:pt modelId="{7F993BF2-7689-432D-97F2-08D3F0F3D5A5}" type="pres">
      <dgm:prSet presAssocID="{CB3E1B09-A69D-4AED-883F-E077D16B57F0}" presName="composite3" presStyleCnt="0"/>
      <dgm:spPr/>
    </dgm:pt>
    <dgm:pt modelId="{D29442A2-8C0B-47DC-9174-D20C963E6BEE}" type="pres">
      <dgm:prSet presAssocID="{CB3E1B09-A69D-4AED-883F-E077D16B57F0}" presName="background3" presStyleLbl="node3" presStyleIdx="2" presStyleCnt="3"/>
      <dgm:spPr/>
    </dgm:pt>
    <dgm:pt modelId="{065F7AF0-8F52-40C3-99F2-FE77CC4FC8CA}" type="pres">
      <dgm:prSet presAssocID="{CB3E1B09-A69D-4AED-883F-E077D16B57F0}" presName="text3" presStyleLbl="fgAcc3" presStyleIdx="2" presStyleCnt="3" custLinFactNeighborX="15874" custLinFactNeighborY="-23609">
        <dgm:presLayoutVars>
          <dgm:chPref val="3"/>
        </dgm:presLayoutVars>
      </dgm:prSet>
      <dgm:spPr/>
    </dgm:pt>
    <dgm:pt modelId="{2A87FF80-5BD5-4A3B-937E-A7269933BE6C}" type="pres">
      <dgm:prSet presAssocID="{CB3E1B09-A69D-4AED-883F-E077D16B57F0}" presName="hierChild4" presStyleCnt="0"/>
      <dgm:spPr/>
    </dgm:pt>
  </dgm:ptLst>
  <dgm:cxnLst>
    <dgm:cxn modelId="{5E60F902-797C-4397-847E-8A3D7A03BAB9}" srcId="{3DB54932-1DF5-4536-8F04-407B1C065CC7}" destId="{030AB5B3-5F04-432B-A54B-F5C33ED71809}" srcOrd="1" destOrd="0" parTransId="{C319BD49-8FA6-443D-9064-672DFEE4944C}" sibTransId="{611F471A-65D4-4BFE-ACD1-FC0FBEF9B365}"/>
    <dgm:cxn modelId="{46317F0C-90E4-4F2A-91B9-FEEFC9E85C23}" type="presOf" srcId="{030AB5B3-5F04-432B-A54B-F5C33ED71809}" destId="{637617BE-5E8B-4515-85C5-DDC96B821871}" srcOrd="0" destOrd="0" presId="urn:microsoft.com/office/officeart/2005/8/layout/hierarchy1"/>
    <dgm:cxn modelId="{F9E9241A-E08A-48B0-869B-44C7E7372F53}" type="presOf" srcId="{03B5829B-8E5B-45A4-8A41-BACB315F67FA}" destId="{DE11E0F1-D2BE-4D75-9156-6EF0D711887E}" srcOrd="0" destOrd="0" presId="urn:microsoft.com/office/officeart/2005/8/layout/hierarchy1"/>
    <dgm:cxn modelId="{FC5EE71F-8C7C-45BE-BAB2-FCE8C596CFE6}" srcId="{030AB5B3-5F04-432B-A54B-F5C33ED71809}" destId="{CB3E1B09-A69D-4AED-883F-E077D16B57F0}" srcOrd="0" destOrd="0" parTransId="{97017EB1-332F-4609-9196-F87151C00013}" sibTransId="{A203D6B6-3F54-4FA1-9E9D-84A7E167E269}"/>
    <dgm:cxn modelId="{89578029-E803-477D-BE74-80E67A9B2476}" srcId="{3DB54932-1DF5-4536-8F04-407B1C065CC7}" destId="{62451073-8AF0-4385-ACCA-3384113F059F}" srcOrd="0" destOrd="0" parTransId="{1B41A4C9-F2B7-4FC7-9A1D-916F36DF0B2F}" sibTransId="{C1D2C3A4-729A-42D6-ABF5-27FBBBCAD887}"/>
    <dgm:cxn modelId="{16D5022D-4CBE-4275-BCE1-115831D9C643}" srcId="{62451073-8AF0-4385-ACCA-3384113F059F}" destId="{920614B6-757E-41F1-920F-A4E10F2CF0DE}" srcOrd="1" destOrd="0" parTransId="{03B5829B-8E5B-45A4-8A41-BACB315F67FA}" sibTransId="{42268731-D336-4F23-9820-F0CDFC60456B}"/>
    <dgm:cxn modelId="{3411617E-F31F-4A0A-A781-782BC9888240}" type="presOf" srcId="{97017EB1-332F-4609-9196-F87151C00013}" destId="{0B88DA78-DFC5-4BB4-8E9B-C43D392EEF03}" srcOrd="0" destOrd="0" presId="urn:microsoft.com/office/officeart/2005/8/layout/hierarchy1"/>
    <dgm:cxn modelId="{84B7FD81-148B-4F6A-9442-5E195E8E8EF9}" type="presOf" srcId="{D74A0056-D157-44FE-9A28-C6E3005B08EE}" destId="{3F9ED169-EA98-4728-BD23-FF63B0867CB4}" srcOrd="0" destOrd="0" presId="urn:microsoft.com/office/officeart/2005/8/layout/hierarchy1"/>
    <dgm:cxn modelId="{F0276A86-DD7D-4BA7-B79D-B89B4A270D94}" type="presOf" srcId="{EFB27ED1-25F0-4BE2-AEC9-7E52E79ECCAB}" destId="{9A7BF8BA-51FE-4B80-AB49-0ADCD7F64851}" srcOrd="0" destOrd="0" presId="urn:microsoft.com/office/officeart/2005/8/layout/hierarchy1"/>
    <dgm:cxn modelId="{4A10DC8F-3C49-4728-BCE6-5E9EB9A5C5EC}" type="presOf" srcId="{3DB54932-1DF5-4536-8F04-407B1C065CC7}" destId="{ACB3FDFE-5731-4589-B5E0-46987664A23E}" srcOrd="0" destOrd="0" presId="urn:microsoft.com/office/officeart/2005/8/layout/hierarchy1"/>
    <dgm:cxn modelId="{24FE48B3-C5CA-4A37-9185-6FBBA978DF30}" srcId="{D74A0056-D157-44FE-9A28-C6E3005B08EE}" destId="{3DB54932-1DF5-4536-8F04-407B1C065CC7}" srcOrd="0" destOrd="0" parTransId="{44A0E8AE-6729-4811-B222-979754F2942C}" sibTransId="{80EF2FE3-D342-4E97-BE1C-FFD3BF8B0244}"/>
    <dgm:cxn modelId="{8C8414B4-789B-40C9-8A96-9A31DB9D4B8C}" type="presOf" srcId="{1B41A4C9-F2B7-4FC7-9A1D-916F36DF0B2F}" destId="{3B5FADBB-04A7-47B8-B81B-74722629A3CA}" srcOrd="0" destOrd="0" presId="urn:microsoft.com/office/officeart/2005/8/layout/hierarchy1"/>
    <dgm:cxn modelId="{EE8CC5D2-CE05-4C25-8301-4F915A79FCF3}" srcId="{62451073-8AF0-4385-ACCA-3384113F059F}" destId="{EFB27ED1-25F0-4BE2-AEC9-7E52E79ECCAB}" srcOrd="0" destOrd="0" parTransId="{175A5A8F-8077-4032-80B3-ED76D0297F79}" sibTransId="{C7DE8736-4E04-4BA1-8DD6-13C21C71423F}"/>
    <dgm:cxn modelId="{D07DEDDF-2F26-4C3A-BCC2-29E3229E4845}" type="presOf" srcId="{C319BD49-8FA6-443D-9064-672DFEE4944C}" destId="{5A48B81F-7AC0-4045-96A7-74F5748F8D50}" srcOrd="0" destOrd="0" presId="urn:microsoft.com/office/officeart/2005/8/layout/hierarchy1"/>
    <dgm:cxn modelId="{8DF53EE8-4F0B-4618-9797-5112E419131D}" type="presOf" srcId="{CB3E1B09-A69D-4AED-883F-E077D16B57F0}" destId="{065F7AF0-8F52-40C3-99F2-FE77CC4FC8CA}" srcOrd="0" destOrd="0" presId="urn:microsoft.com/office/officeart/2005/8/layout/hierarchy1"/>
    <dgm:cxn modelId="{5CC80DEA-DDF8-4B24-B4EA-6D01C8FEAB48}" type="presOf" srcId="{62451073-8AF0-4385-ACCA-3384113F059F}" destId="{A0BACFE3-93F2-49C8-9CC9-16195A05C6ED}" srcOrd="0" destOrd="0" presId="urn:microsoft.com/office/officeart/2005/8/layout/hierarchy1"/>
    <dgm:cxn modelId="{B1037EEA-0FEB-4963-BAF4-ACCDC29035A7}" type="presOf" srcId="{175A5A8F-8077-4032-80B3-ED76D0297F79}" destId="{8037A2D7-EF1B-484B-A531-A67722186B48}" srcOrd="0" destOrd="0" presId="urn:microsoft.com/office/officeart/2005/8/layout/hierarchy1"/>
    <dgm:cxn modelId="{B05058EF-C65D-466F-9C3A-31903C715745}" type="presOf" srcId="{920614B6-757E-41F1-920F-A4E10F2CF0DE}" destId="{0CDADDFF-15F3-4143-94C5-879F80A30377}" srcOrd="0" destOrd="0" presId="urn:microsoft.com/office/officeart/2005/8/layout/hierarchy1"/>
    <dgm:cxn modelId="{3257BA9A-C26F-43C1-B97A-0143E9EF3A9B}" type="presParOf" srcId="{3F9ED169-EA98-4728-BD23-FF63B0867CB4}" destId="{4B6A86A8-115D-4355-A829-0B254D8B88A5}" srcOrd="0" destOrd="0" presId="urn:microsoft.com/office/officeart/2005/8/layout/hierarchy1"/>
    <dgm:cxn modelId="{8B765FEF-0208-47D6-B6F1-15DB59419FE9}" type="presParOf" srcId="{4B6A86A8-115D-4355-A829-0B254D8B88A5}" destId="{F0535E2E-2AD6-4735-9C6C-F6DD97F526C7}" srcOrd="0" destOrd="0" presId="urn:microsoft.com/office/officeart/2005/8/layout/hierarchy1"/>
    <dgm:cxn modelId="{F6F2B929-4A7D-4C64-B6E8-3B8116D9FA5F}" type="presParOf" srcId="{F0535E2E-2AD6-4735-9C6C-F6DD97F526C7}" destId="{DCFA4A84-A358-4712-A127-9CBC499085EE}" srcOrd="0" destOrd="0" presId="urn:microsoft.com/office/officeart/2005/8/layout/hierarchy1"/>
    <dgm:cxn modelId="{DFFCAFCF-40C0-425B-9003-4A1799EEDBFB}" type="presParOf" srcId="{F0535E2E-2AD6-4735-9C6C-F6DD97F526C7}" destId="{ACB3FDFE-5731-4589-B5E0-46987664A23E}" srcOrd="1" destOrd="0" presId="urn:microsoft.com/office/officeart/2005/8/layout/hierarchy1"/>
    <dgm:cxn modelId="{A8FA0A1A-CD19-4C11-BEA4-FFF64EE67B60}" type="presParOf" srcId="{4B6A86A8-115D-4355-A829-0B254D8B88A5}" destId="{9279A5FE-2E4E-41F5-9D18-9462690CBB01}" srcOrd="1" destOrd="0" presId="urn:microsoft.com/office/officeart/2005/8/layout/hierarchy1"/>
    <dgm:cxn modelId="{29502983-E901-4AB2-BA1C-4030938EDE85}" type="presParOf" srcId="{9279A5FE-2E4E-41F5-9D18-9462690CBB01}" destId="{3B5FADBB-04A7-47B8-B81B-74722629A3CA}" srcOrd="0" destOrd="0" presId="urn:microsoft.com/office/officeart/2005/8/layout/hierarchy1"/>
    <dgm:cxn modelId="{13683B6D-9781-480C-A162-EB531F3B77C5}" type="presParOf" srcId="{9279A5FE-2E4E-41F5-9D18-9462690CBB01}" destId="{B17EEA4B-C2F7-4746-9AA2-D8B3D7169010}" srcOrd="1" destOrd="0" presId="urn:microsoft.com/office/officeart/2005/8/layout/hierarchy1"/>
    <dgm:cxn modelId="{7883A20F-17A7-4229-89D4-8FE8AED4E820}" type="presParOf" srcId="{B17EEA4B-C2F7-4746-9AA2-D8B3D7169010}" destId="{1831A6BC-792C-4B0F-A10D-B8EC9654FEF6}" srcOrd="0" destOrd="0" presId="urn:microsoft.com/office/officeart/2005/8/layout/hierarchy1"/>
    <dgm:cxn modelId="{2D24259E-7975-49A2-9A2A-0AD23455A96B}" type="presParOf" srcId="{1831A6BC-792C-4B0F-A10D-B8EC9654FEF6}" destId="{FF90C7D8-DD19-4CC9-9C30-84653B6D1C91}" srcOrd="0" destOrd="0" presId="urn:microsoft.com/office/officeart/2005/8/layout/hierarchy1"/>
    <dgm:cxn modelId="{AC6B6EAC-81D8-48E9-B7BC-08425E72B274}" type="presParOf" srcId="{1831A6BC-792C-4B0F-A10D-B8EC9654FEF6}" destId="{A0BACFE3-93F2-49C8-9CC9-16195A05C6ED}" srcOrd="1" destOrd="0" presId="urn:microsoft.com/office/officeart/2005/8/layout/hierarchy1"/>
    <dgm:cxn modelId="{E9743ED8-55CF-4F24-BAE9-145260DDD7CB}" type="presParOf" srcId="{B17EEA4B-C2F7-4746-9AA2-D8B3D7169010}" destId="{76EA63C8-C69A-42DF-90DC-83530C0C8D0E}" srcOrd="1" destOrd="0" presId="urn:microsoft.com/office/officeart/2005/8/layout/hierarchy1"/>
    <dgm:cxn modelId="{0775F1D5-CB9C-4441-A19E-8EE057CB8E03}" type="presParOf" srcId="{76EA63C8-C69A-42DF-90DC-83530C0C8D0E}" destId="{8037A2D7-EF1B-484B-A531-A67722186B48}" srcOrd="0" destOrd="0" presId="urn:microsoft.com/office/officeart/2005/8/layout/hierarchy1"/>
    <dgm:cxn modelId="{D9C86CEB-17A1-468D-8E95-15132C9B46FB}" type="presParOf" srcId="{76EA63C8-C69A-42DF-90DC-83530C0C8D0E}" destId="{A8B1BFD4-3FA9-48BF-A05E-C426B09AE269}" srcOrd="1" destOrd="0" presId="urn:microsoft.com/office/officeart/2005/8/layout/hierarchy1"/>
    <dgm:cxn modelId="{E9469ADE-D410-48AD-9377-1BF1D1CCAEE6}" type="presParOf" srcId="{A8B1BFD4-3FA9-48BF-A05E-C426B09AE269}" destId="{C85DE94D-B564-445C-8BA0-EA1E2F37F32A}" srcOrd="0" destOrd="0" presId="urn:microsoft.com/office/officeart/2005/8/layout/hierarchy1"/>
    <dgm:cxn modelId="{99714295-E411-403D-A143-F3AE6501F33A}" type="presParOf" srcId="{C85DE94D-B564-445C-8BA0-EA1E2F37F32A}" destId="{617C7937-E903-44B1-BF54-10C67251B0FF}" srcOrd="0" destOrd="0" presId="urn:microsoft.com/office/officeart/2005/8/layout/hierarchy1"/>
    <dgm:cxn modelId="{6B7EA74A-3DCA-4639-8DBF-B73B77A4E776}" type="presParOf" srcId="{C85DE94D-B564-445C-8BA0-EA1E2F37F32A}" destId="{9A7BF8BA-51FE-4B80-AB49-0ADCD7F64851}" srcOrd="1" destOrd="0" presId="urn:microsoft.com/office/officeart/2005/8/layout/hierarchy1"/>
    <dgm:cxn modelId="{5A485BCD-2B79-4274-847F-E891DC026E95}" type="presParOf" srcId="{A8B1BFD4-3FA9-48BF-A05E-C426B09AE269}" destId="{E52D397C-6A8F-47D9-89D1-F1DE94FD009C}" srcOrd="1" destOrd="0" presId="urn:microsoft.com/office/officeart/2005/8/layout/hierarchy1"/>
    <dgm:cxn modelId="{5285FF1F-4E85-4B34-BE4E-E0BAA6DD9088}" type="presParOf" srcId="{76EA63C8-C69A-42DF-90DC-83530C0C8D0E}" destId="{DE11E0F1-D2BE-4D75-9156-6EF0D711887E}" srcOrd="2" destOrd="0" presId="urn:microsoft.com/office/officeart/2005/8/layout/hierarchy1"/>
    <dgm:cxn modelId="{665A4EC1-63E7-4B3A-A88D-1926334A9108}" type="presParOf" srcId="{76EA63C8-C69A-42DF-90DC-83530C0C8D0E}" destId="{9AA4DD1D-D614-4723-B10B-A0ECDE9CBFA9}" srcOrd="3" destOrd="0" presId="urn:microsoft.com/office/officeart/2005/8/layout/hierarchy1"/>
    <dgm:cxn modelId="{18CC209F-8804-41F7-990B-85DC6B728DFD}" type="presParOf" srcId="{9AA4DD1D-D614-4723-B10B-A0ECDE9CBFA9}" destId="{76F6CB7C-4572-4CA2-BD75-D7228439961B}" srcOrd="0" destOrd="0" presId="urn:microsoft.com/office/officeart/2005/8/layout/hierarchy1"/>
    <dgm:cxn modelId="{3F4EF6F5-E9F7-4EF8-AB28-945944B6CD08}" type="presParOf" srcId="{76F6CB7C-4572-4CA2-BD75-D7228439961B}" destId="{F75BB60A-B52B-42C9-80D4-2CBBA27380C7}" srcOrd="0" destOrd="0" presId="urn:microsoft.com/office/officeart/2005/8/layout/hierarchy1"/>
    <dgm:cxn modelId="{2C1AC0FC-CF7A-44BF-B216-79937D17704C}" type="presParOf" srcId="{76F6CB7C-4572-4CA2-BD75-D7228439961B}" destId="{0CDADDFF-15F3-4143-94C5-879F80A30377}" srcOrd="1" destOrd="0" presId="urn:microsoft.com/office/officeart/2005/8/layout/hierarchy1"/>
    <dgm:cxn modelId="{7125EF82-BBBE-40F2-AFFF-371183FDC04E}" type="presParOf" srcId="{9AA4DD1D-D614-4723-B10B-A0ECDE9CBFA9}" destId="{A4FA6304-55FA-456D-B7AF-54B51E2F95D3}" srcOrd="1" destOrd="0" presId="urn:microsoft.com/office/officeart/2005/8/layout/hierarchy1"/>
    <dgm:cxn modelId="{6C7BA929-A276-405F-A7FD-93E7AC61A401}" type="presParOf" srcId="{9279A5FE-2E4E-41F5-9D18-9462690CBB01}" destId="{5A48B81F-7AC0-4045-96A7-74F5748F8D50}" srcOrd="2" destOrd="0" presId="urn:microsoft.com/office/officeart/2005/8/layout/hierarchy1"/>
    <dgm:cxn modelId="{C1FEBC52-432A-43AD-BE5A-3ACC6AC4CE6B}" type="presParOf" srcId="{9279A5FE-2E4E-41F5-9D18-9462690CBB01}" destId="{C5D9A2E6-652C-4F3B-A826-797F8636B929}" srcOrd="3" destOrd="0" presId="urn:microsoft.com/office/officeart/2005/8/layout/hierarchy1"/>
    <dgm:cxn modelId="{2757E409-9872-49AA-A36A-7376F9A13099}" type="presParOf" srcId="{C5D9A2E6-652C-4F3B-A826-797F8636B929}" destId="{CA57B0A5-A59E-4035-AAD5-493177315098}" srcOrd="0" destOrd="0" presId="urn:microsoft.com/office/officeart/2005/8/layout/hierarchy1"/>
    <dgm:cxn modelId="{0D1DAEA2-3A24-4C12-A85F-B547A0B2AD47}" type="presParOf" srcId="{CA57B0A5-A59E-4035-AAD5-493177315098}" destId="{5F3B3440-6F12-4739-8143-353FBBF1E01C}" srcOrd="0" destOrd="0" presId="urn:microsoft.com/office/officeart/2005/8/layout/hierarchy1"/>
    <dgm:cxn modelId="{4E366354-0E13-41CC-A768-8B91CF9B87F3}" type="presParOf" srcId="{CA57B0A5-A59E-4035-AAD5-493177315098}" destId="{637617BE-5E8B-4515-85C5-DDC96B821871}" srcOrd="1" destOrd="0" presId="urn:microsoft.com/office/officeart/2005/8/layout/hierarchy1"/>
    <dgm:cxn modelId="{D0F5399F-39DD-4131-880E-36D4E68F73C8}" type="presParOf" srcId="{C5D9A2E6-652C-4F3B-A826-797F8636B929}" destId="{6A137F75-3CBE-49E3-9395-DFE9C96A74F6}" srcOrd="1" destOrd="0" presId="urn:microsoft.com/office/officeart/2005/8/layout/hierarchy1"/>
    <dgm:cxn modelId="{68F00FF3-11AB-4429-8D8A-1013C2EB86F7}" type="presParOf" srcId="{6A137F75-3CBE-49E3-9395-DFE9C96A74F6}" destId="{0B88DA78-DFC5-4BB4-8E9B-C43D392EEF03}" srcOrd="0" destOrd="0" presId="urn:microsoft.com/office/officeart/2005/8/layout/hierarchy1"/>
    <dgm:cxn modelId="{1E75CB21-B9CC-44A9-B9D9-3AC1816F3225}" type="presParOf" srcId="{6A137F75-3CBE-49E3-9395-DFE9C96A74F6}" destId="{EE86C82F-F8D9-48CD-89DD-F44E0EF1515A}" srcOrd="1" destOrd="0" presId="urn:microsoft.com/office/officeart/2005/8/layout/hierarchy1"/>
    <dgm:cxn modelId="{77A1757D-3F68-46B7-B8F0-1250D6BC04B7}" type="presParOf" srcId="{EE86C82F-F8D9-48CD-89DD-F44E0EF1515A}" destId="{7F993BF2-7689-432D-97F2-08D3F0F3D5A5}" srcOrd="0" destOrd="0" presId="urn:microsoft.com/office/officeart/2005/8/layout/hierarchy1"/>
    <dgm:cxn modelId="{E5DBF65A-6D8A-465A-AD29-745BE57D2010}" type="presParOf" srcId="{7F993BF2-7689-432D-97F2-08D3F0F3D5A5}" destId="{D29442A2-8C0B-47DC-9174-D20C963E6BEE}" srcOrd="0" destOrd="0" presId="urn:microsoft.com/office/officeart/2005/8/layout/hierarchy1"/>
    <dgm:cxn modelId="{1EFEBC8F-E361-43A7-98AF-DFBCC057B467}" type="presParOf" srcId="{7F993BF2-7689-432D-97F2-08D3F0F3D5A5}" destId="{065F7AF0-8F52-40C3-99F2-FE77CC4FC8CA}" srcOrd="1" destOrd="0" presId="urn:microsoft.com/office/officeart/2005/8/layout/hierarchy1"/>
    <dgm:cxn modelId="{03AC925A-2C90-4BB6-8ED7-13D765DF8328}" type="presParOf" srcId="{EE86C82F-F8D9-48CD-89DD-F44E0EF1515A}" destId="{2A87FF80-5BD5-4A3B-937E-A7269933BE6C}"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88DA78-DFC5-4BB4-8E9B-C43D392EEF03}">
      <dsp:nvSpPr>
        <dsp:cNvPr id="0" name=""/>
        <dsp:cNvSpPr/>
      </dsp:nvSpPr>
      <dsp:spPr>
        <a:xfrm>
          <a:off x="2428425" y="1076353"/>
          <a:ext cx="109955" cy="223283"/>
        </a:xfrm>
        <a:custGeom>
          <a:avLst/>
          <a:gdLst/>
          <a:ahLst/>
          <a:cxnLst/>
          <a:rect l="0" t="0" r="0" b="0"/>
          <a:pathLst>
            <a:path>
              <a:moveTo>
                <a:pt x="0" y="0"/>
              </a:moveTo>
              <a:lnTo>
                <a:pt x="0" y="152560"/>
              </a:lnTo>
              <a:lnTo>
                <a:pt x="109955" y="152560"/>
              </a:lnTo>
              <a:lnTo>
                <a:pt x="109955" y="223283"/>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A48B81F-7AC0-4045-96A7-74F5748F8D50}">
      <dsp:nvSpPr>
        <dsp:cNvPr id="0" name=""/>
        <dsp:cNvSpPr/>
      </dsp:nvSpPr>
      <dsp:spPr>
        <a:xfrm>
          <a:off x="1717394" y="485260"/>
          <a:ext cx="711030" cy="106322"/>
        </a:xfrm>
        <a:custGeom>
          <a:avLst/>
          <a:gdLst/>
          <a:ahLst/>
          <a:cxnLst/>
          <a:rect l="0" t="0" r="0" b="0"/>
          <a:pathLst>
            <a:path>
              <a:moveTo>
                <a:pt x="0" y="0"/>
              </a:moveTo>
              <a:lnTo>
                <a:pt x="0" y="35600"/>
              </a:lnTo>
              <a:lnTo>
                <a:pt x="711030" y="35600"/>
              </a:lnTo>
              <a:lnTo>
                <a:pt x="711030" y="10632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11E0F1-D2BE-4D75-9156-6EF0D711887E}">
      <dsp:nvSpPr>
        <dsp:cNvPr id="0" name=""/>
        <dsp:cNvSpPr/>
      </dsp:nvSpPr>
      <dsp:spPr>
        <a:xfrm>
          <a:off x="445442" y="1037213"/>
          <a:ext cx="397106" cy="282687"/>
        </a:xfrm>
        <a:custGeom>
          <a:avLst/>
          <a:gdLst/>
          <a:ahLst/>
          <a:cxnLst/>
          <a:rect l="0" t="0" r="0" b="0"/>
          <a:pathLst>
            <a:path>
              <a:moveTo>
                <a:pt x="397106" y="0"/>
              </a:moveTo>
              <a:lnTo>
                <a:pt x="397106" y="211964"/>
              </a:lnTo>
              <a:lnTo>
                <a:pt x="0" y="211964"/>
              </a:lnTo>
              <a:lnTo>
                <a:pt x="0" y="28268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37A2D7-EF1B-484B-A531-A67722186B48}">
      <dsp:nvSpPr>
        <dsp:cNvPr id="0" name=""/>
        <dsp:cNvSpPr/>
      </dsp:nvSpPr>
      <dsp:spPr>
        <a:xfrm>
          <a:off x="842549" y="1037213"/>
          <a:ext cx="677983" cy="235635"/>
        </a:xfrm>
        <a:custGeom>
          <a:avLst/>
          <a:gdLst/>
          <a:ahLst/>
          <a:cxnLst/>
          <a:rect l="0" t="0" r="0" b="0"/>
          <a:pathLst>
            <a:path>
              <a:moveTo>
                <a:pt x="0" y="0"/>
              </a:moveTo>
              <a:lnTo>
                <a:pt x="0" y="164912"/>
              </a:lnTo>
              <a:lnTo>
                <a:pt x="677983" y="164912"/>
              </a:lnTo>
              <a:lnTo>
                <a:pt x="677983" y="23563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5FADBB-04A7-47B8-B81B-74722629A3CA}">
      <dsp:nvSpPr>
        <dsp:cNvPr id="0" name=""/>
        <dsp:cNvSpPr/>
      </dsp:nvSpPr>
      <dsp:spPr>
        <a:xfrm>
          <a:off x="842549" y="439540"/>
          <a:ext cx="874845" cy="91440"/>
        </a:xfrm>
        <a:custGeom>
          <a:avLst/>
          <a:gdLst/>
          <a:ahLst/>
          <a:cxnLst/>
          <a:rect l="0" t="0" r="0" b="0"/>
          <a:pathLst>
            <a:path>
              <a:moveTo>
                <a:pt x="874845" y="45720"/>
              </a:moveTo>
              <a:lnTo>
                <a:pt x="0" y="45720"/>
              </a:lnTo>
              <a:lnTo>
                <a:pt x="0" y="11290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FA4A84-A358-4712-A127-9CBC499085EE}">
      <dsp:nvSpPr>
        <dsp:cNvPr id="0" name=""/>
        <dsp:cNvSpPr/>
      </dsp:nvSpPr>
      <dsp:spPr>
        <a:xfrm>
          <a:off x="1335685" y="489"/>
          <a:ext cx="763419" cy="484771"/>
        </a:xfrm>
        <a:prstGeom prst="roundRect">
          <a:avLst>
            <a:gd name="adj" fmla="val 10000"/>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CB3FDFE-5731-4589-B5E0-46987664A23E}">
      <dsp:nvSpPr>
        <dsp:cNvPr id="0" name=""/>
        <dsp:cNvSpPr/>
      </dsp:nvSpPr>
      <dsp:spPr>
        <a:xfrm>
          <a:off x="1420509" y="81072"/>
          <a:ext cx="763419" cy="484771"/>
        </a:xfrm>
        <a:prstGeom prst="roundRect">
          <a:avLst>
            <a:gd name="adj" fmla="val 10000"/>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endParaRPr lang="es-MX" sz="900" kern="1200">
            <a:latin typeface="Times New Roman" panose="02020603050405020304" pitchFamily="18" charset="0"/>
            <a:cs typeface="Times New Roman" panose="02020603050405020304" pitchFamily="18" charset="0"/>
          </a:endParaRPr>
        </a:p>
      </dsp:txBody>
      <dsp:txXfrm>
        <a:off x="1434707" y="95270"/>
        <a:ext cx="735023" cy="456375"/>
      </dsp:txXfrm>
    </dsp:sp>
    <dsp:sp modelId="{FF90C7D8-DD19-4CC9-9C30-84653B6D1C91}">
      <dsp:nvSpPr>
        <dsp:cNvPr id="0" name=""/>
        <dsp:cNvSpPr/>
      </dsp:nvSpPr>
      <dsp:spPr>
        <a:xfrm>
          <a:off x="460840" y="552442"/>
          <a:ext cx="763419" cy="484771"/>
        </a:xfrm>
        <a:prstGeom prst="roundRect">
          <a:avLst>
            <a:gd name="adj" fmla="val 10000"/>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0BACFE3-93F2-49C8-9CC9-16195A05C6ED}">
      <dsp:nvSpPr>
        <dsp:cNvPr id="0" name=""/>
        <dsp:cNvSpPr/>
      </dsp:nvSpPr>
      <dsp:spPr>
        <a:xfrm>
          <a:off x="545664" y="633025"/>
          <a:ext cx="763419" cy="484771"/>
        </a:xfrm>
        <a:prstGeom prst="roundRect">
          <a:avLst>
            <a:gd name="adj" fmla="val 10000"/>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s-MX" sz="700" kern="1200">
            <a:latin typeface="Times New Roman" panose="02020603050405020304" pitchFamily="18" charset="0"/>
            <a:cs typeface="Times New Roman" panose="02020603050405020304" pitchFamily="18" charset="0"/>
          </a:endParaRPr>
        </a:p>
      </dsp:txBody>
      <dsp:txXfrm>
        <a:off x="559862" y="647223"/>
        <a:ext cx="735023" cy="456375"/>
      </dsp:txXfrm>
    </dsp:sp>
    <dsp:sp modelId="{617C7937-E903-44B1-BF54-10C67251B0FF}">
      <dsp:nvSpPr>
        <dsp:cNvPr id="0" name=""/>
        <dsp:cNvSpPr/>
      </dsp:nvSpPr>
      <dsp:spPr>
        <a:xfrm>
          <a:off x="1138824" y="1272848"/>
          <a:ext cx="763419" cy="484771"/>
        </a:xfrm>
        <a:prstGeom prst="roundRect">
          <a:avLst>
            <a:gd name="adj" fmla="val 10000"/>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A7BF8BA-51FE-4B80-AB49-0ADCD7F64851}">
      <dsp:nvSpPr>
        <dsp:cNvPr id="0" name=""/>
        <dsp:cNvSpPr/>
      </dsp:nvSpPr>
      <dsp:spPr>
        <a:xfrm>
          <a:off x="1223648" y="1353431"/>
          <a:ext cx="763419" cy="484771"/>
        </a:xfrm>
        <a:prstGeom prst="roundRect">
          <a:avLst>
            <a:gd name="adj" fmla="val 10000"/>
          </a:avLst>
        </a:prstGeom>
        <a:solidFill>
          <a:schemeClr val="lt1">
            <a:alpha val="90000"/>
            <a:hueOff val="0"/>
            <a:satOff val="0"/>
            <a:lumOff val="0"/>
            <a:alphaOff val="0"/>
          </a:schemeClr>
        </a:solidFill>
        <a:ln w="6350" cap="flat" cmpd="sng" algn="ctr">
          <a:solidFill>
            <a:schemeClr val="accent6">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endParaRPr lang="es-MX" sz="800" kern="1200">
            <a:latin typeface="Times New Roman" panose="02020603050405020304" pitchFamily="18" charset="0"/>
            <a:cs typeface="Times New Roman" panose="02020603050405020304" pitchFamily="18" charset="0"/>
          </a:endParaRPr>
        </a:p>
      </dsp:txBody>
      <dsp:txXfrm>
        <a:off x="1237846" y="1367629"/>
        <a:ext cx="735023" cy="456375"/>
      </dsp:txXfrm>
    </dsp:sp>
    <dsp:sp modelId="{F75BB60A-B52B-42C9-80D4-2CBBA27380C7}">
      <dsp:nvSpPr>
        <dsp:cNvPr id="0" name=""/>
        <dsp:cNvSpPr/>
      </dsp:nvSpPr>
      <dsp:spPr>
        <a:xfrm>
          <a:off x="63733" y="1319900"/>
          <a:ext cx="763419" cy="484771"/>
        </a:xfrm>
        <a:prstGeom prst="roundRect">
          <a:avLst>
            <a:gd name="adj" fmla="val 10000"/>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CDADDFF-15F3-4143-94C5-879F80A30377}">
      <dsp:nvSpPr>
        <dsp:cNvPr id="0" name=""/>
        <dsp:cNvSpPr/>
      </dsp:nvSpPr>
      <dsp:spPr>
        <a:xfrm>
          <a:off x="148557" y="1400483"/>
          <a:ext cx="763419" cy="484771"/>
        </a:xfrm>
        <a:prstGeom prst="roundRect">
          <a:avLst>
            <a:gd name="adj" fmla="val 10000"/>
          </a:avLst>
        </a:prstGeom>
        <a:solidFill>
          <a:schemeClr val="lt1">
            <a:alpha val="90000"/>
            <a:hueOff val="0"/>
            <a:satOff val="0"/>
            <a:lumOff val="0"/>
            <a:alphaOff val="0"/>
          </a:schemeClr>
        </a:solidFill>
        <a:ln w="6350" cap="flat" cmpd="sng" algn="ctr">
          <a:solidFill>
            <a:schemeClr val="accent6">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endParaRPr lang="es-MX" sz="800" kern="1200">
            <a:latin typeface="Times New Roman" panose="02020603050405020304" pitchFamily="18" charset="0"/>
            <a:cs typeface="Times New Roman" panose="02020603050405020304" pitchFamily="18" charset="0"/>
          </a:endParaRPr>
        </a:p>
      </dsp:txBody>
      <dsp:txXfrm>
        <a:off x="162755" y="1414681"/>
        <a:ext cx="735023" cy="456375"/>
      </dsp:txXfrm>
    </dsp:sp>
    <dsp:sp modelId="{5F3B3440-6F12-4739-8143-353FBBF1E01C}">
      <dsp:nvSpPr>
        <dsp:cNvPr id="0" name=""/>
        <dsp:cNvSpPr/>
      </dsp:nvSpPr>
      <dsp:spPr>
        <a:xfrm>
          <a:off x="2046715" y="591582"/>
          <a:ext cx="763419" cy="484771"/>
        </a:xfrm>
        <a:prstGeom prst="roundRect">
          <a:avLst>
            <a:gd name="adj" fmla="val 10000"/>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37617BE-5E8B-4515-85C5-DDC96B821871}">
      <dsp:nvSpPr>
        <dsp:cNvPr id="0" name=""/>
        <dsp:cNvSpPr/>
      </dsp:nvSpPr>
      <dsp:spPr>
        <a:xfrm>
          <a:off x="2131540" y="672165"/>
          <a:ext cx="763419" cy="484771"/>
        </a:xfrm>
        <a:prstGeom prst="roundRect">
          <a:avLst>
            <a:gd name="adj" fmla="val 10000"/>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s-MX" sz="700" kern="1200">
            <a:latin typeface="Times New Roman" panose="02020603050405020304" pitchFamily="18" charset="0"/>
            <a:cs typeface="Times New Roman" panose="02020603050405020304" pitchFamily="18" charset="0"/>
          </a:endParaRPr>
        </a:p>
      </dsp:txBody>
      <dsp:txXfrm>
        <a:off x="2145738" y="686363"/>
        <a:ext cx="735023" cy="456375"/>
      </dsp:txXfrm>
    </dsp:sp>
    <dsp:sp modelId="{D29442A2-8C0B-47DC-9174-D20C963E6BEE}">
      <dsp:nvSpPr>
        <dsp:cNvPr id="0" name=""/>
        <dsp:cNvSpPr/>
      </dsp:nvSpPr>
      <dsp:spPr>
        <a:xfrm>
          <a:off x="2156671" y="1299637"/>
          <a:ext cx="763419" cy="484771"/>
        </a:xfrm>
        <a:prstGeom prst="roundRect">
          <a:avLst>
            <a:gd name="adj" fmla="val 10000"/>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65F7AF0-8F52-40C3-99F2-FE77CC4FC8CA}">
      <dsp:nvSpPr>
        <dsp:cNvPr id="0" name=""/>
        <dsp:cNvSpPr/>
      </dsp:nvSpPr>
      <dsp:spPr>
        <a:xfrm>
          <a:off x="2241495" y="1380220"/>
          <a:ext cx="763419" cy="484771"/>
        </a:xfrm>
        <a:prstGeom prst="roundRect">
          <a:avLst>
            <a:gd name="adj" fmla="val 10000"/>
          </a:avLst>
        </a:prstGeom>
        <a:solidFill>
          <a:schemeClr val="lt1">
            <a:alpha val="90000"/>
            <a:hueOff val="0"/>
            <a:satOff val="0"/>
            <a:lumOff val="0"/>
            <a:alphaOff val="0"/>
          </a:schemeClr>
        </a:solidFill>
        <a:ln w="6350" cap="flat" cmpd="sng" algn="ctr">
          <a:solidFill>
            <a:schemeClr val="accent6">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s-MX" sz="700" kern="1200">
            <a:latin typeface="Times New Roman" panose="02020603050405020304" pitchFamily="18" charset="0"/>
            <a:cs typeface="Times New Roman" panose="02020603050405020304" pitchFamily="18" charset="0"/>
          </a:endParaRPr>
        </a:p>
      </dsp:txBody>
      <dsp:txXfrm>
        <a:off x="2255693" y="1394418"/>
        <a:ext cx="735023" cy="45637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A6E0D98F565429A946B94B9E5DEE200"/>
        <w:category>
          <w:name w:val="General"/>
          <w:gallery w:val="placeholder"/>
        </w:category>
        <w:types>
          <w:type w:val="bbPlcHdr"/>
        </w:types>
        <w:behaviors>
          <w:behavior w:val="content"/>
        </w:behaviors>
        <w:guid w:val="{7AF76361-197A-4D09-A106-D1BFA322B6A1}"/>
      </w:docPartPr>
      <w:docPartBody>
        <w:p w:rsidR="00200CCF" w:rsidRDefault="00446792">
          <w:pPr>
            <w:pStyle w:val="1A6E0D98F565429A946B94B9E5DEE200"/>
          </w:pPr>
          <w:r w:rsidRPr="006755D7">
            <w:rPr>
              <w:rStyle w:val="Textodelmarcadordeposicin"/>
            </w:rPr>
            <w:t>Haga clic o pulse aquí para escribir texto.</w:t>
          </w:r>
        </w:p>
      </w:docPartBody>
    </w:docPart>
    <w:docPart>
      <w:docPartPr>
        <w:name w:val="A39E63A622FD4F49BE4C296B6116EB86"/>
        <w:category>
          <w:name w:val="General"/>
          <w:gallery w:val="placeholder"/>
        </w:category>
        <w:types>
          <w:type w:val="bbPlcHdr"/>
        </w:types>
        <w:behaviors>
          <w:behavior w:val="content"/>
        </w:behaviors>
        <w:guid w:val="{67284A18-66FF-485E-A854-8FA0CAE61DAE}"/>
      </w:docPartPr>
      <w:docPartBody>
        <w:p w:rsidR="00200CCF" w:rsidRDefault="00446792">
          <w:pPr>
            <w:pStyle w:val="A39E63A622FD4F49BE4C296B6116EB86"/>
          </w:pPr>
          <w:r w:rsidRPr="006755D7">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92"/>
    <w:rsid w:val="00200CCF"/>
    <w:rsid w:val="002B510D"/>
    <w:rsid w:val="00446792"/>
    <w:rsid w:val="00967E95"/>
    <w:rsid w:val="00A566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1A6E0D98F565429A946B94B9E5DEE200">
    <w:name w:val="1A6E0D98F565429A946B94B9E5DEE200"/>
  </w:style>
  <w:style w:type="paragraph" w:customStyle="1" w:styleId="A39E63A622FD4F49BE4C296B6116EB86">
    <w:name w:val="A39E63A622FD4F49BE4C296B6116EB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B2C7D-746D-4251-8965-E1C22DF26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Plantilla_icap.dotx</Template>
  <TotalTime>8</TotalTime>
  <Pages>3</Pages>
  <Words>1262</Words>
  <Characters>6946</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Plantilla ICAP</vt:lpstr>
    </vt:vector>
  </TitlesOfParts>
  <Company>Elsevier Science</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ICAP</dc:title>
  <dc:subject/>
  <dc:creator>UAEH</dc:creator>
  <cp:keywords/>
  <dc:description/>
  <cp:lastModifiedBy>Mau Amador</cp:lastModifiedBy>
  <cp:revision>4</cp:revision>
  <cp:lastPrinted>2011-04-07T21:33:00Z</cp:lastPrinted>
  <dcterms:created xsi:type="dcterms:W3CDTF">2023-01-23T22:22:00Z</dcterms:created>
  <dcterms:modified xsi:type="dcterms:W3CDTF">2024-08-09T16:43:00Z</dcterms:modified>
</cp:coreProperties>
</file>